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7F597153"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77777777"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77777777"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255D8A2B" w:rsidR="00FC2033" w:rsidRPr="00125FE6" w:rsidRDefault="000417B4">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59264" behindDoc="1" locked="0" layoutInCell="1" allowOverlap="1" wp14:anchorId="502FD8DA" wp14:editId="1A731F15">
            <wp:simplePos x="0" y="0"/>
            <wp:positionH relativeFrom="column">
              <wp:posOffset>-245110</wp:posOffset>
            </wp:positionH>
            <wp:positionV relativeFrom="paragraph">
              <wp:posOffset>-1337945</wp:posOffset>
            </wp:positionV>
            <wp:extent cx="1362075" cy="1219200"/>
            <wp:effectExtent l="0" t="0" r="952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1F5BE6A1" w14:textId="5AD0E613" w:rsidR="00DA0A5D" w:rsidRPr="008558C5" w:rsidRDefault="00C8136E" w:rsidP="00DA0A5D">
            <w:pPr>
              <w:spacing w:before="120" w:after="120"/>
              <w:jc w:val="center"/>
              <w:rPr>
                <w:rFonts w:ascii="Arial" w:hAnsi="Arial" w:cs="Arial"/>
                <w:b/>
                <w:i/>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911AB7">
              <w:rPr>
                <w:rFonts w:ascii="Arial" w:hAnsi="Arial" w:cs="Arial"/>
                <w:b/>
                <w:caps/>
                <w:sz w:val="22"/>
                <w:szCs w:val="22"/>
              </w:rPr>
              <w:t xml:space="preserve"> N° </w:t>
            </w:r>
          </w:p>
          <w:p w14:paraId="0C9ACB3A" w14:textId="3A89713C" w:rsidR="000D7DA4" w:rsidRPr="00DA0A5D" w:rsidRDefault="000D7DA4" w:rsidP="00DA0A5D">
            <w:pPr>
              <w:spacing w:before="120" w:after="120"/>
              <w:jc w:val="center"/>
              <w:rPr>
                <w:rFonts w:ascii="Arial" w:hAnsi="Arial" w:cs="Arial"/>
                <w:b/>
                <w:caps/>
                <w:sz w:val="22"/>
                <w:szCs w:val="22"/>
              </w:rPr>
            </w:pPr>
            <w:r w:rsidRPr="000D7DA4">
              <w:rPr>
                <w:rFonts w:ascii="Arial" w:hAnsi="Arial" w:cs="Arial"/>
                <w:b/>
                <w:caps/>
                <w:color w:val="FF0000"/>
                <w:sz w:val="22"/>
                <w:szCs w:val="22"/>
              </w:rPr>
              <w:t>CONTRAT  SENSIBLE DE SOUS-TRAITANCE</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4F63AAAB" w14:textId="77777777" w:rsidR="00531B1A" w:rsidRPr="00125FE6" w:rsidRDefault="00531B1A" w:rsidP="00BA20FC">
      <w:pPr>
        <w:spacing w:before="120"/>
        <w:jc w:val="both"/>
        <w:rPr>
          <w:rFonts w:ascii="Arial" w:hAnsi="Arial" w:cs="Arial"/>
          <w:i/>
          <w:sz w:val="16"/>
          <w:szCs w:val="16"/>
        </w:rPr>
      </w:pPr>
    </w:p>
    <w:p w14:paraId="1A376F8C" w14:textId="77777777" w:rsidR="003410A0" w:rsidRPr="003410A0" w:rsidRDefault="003410A0" w:rsidP="003410A0">
      <w:pPr>
        <w:suppressAutoHyphens/>
        <w:jc w:val="center"/>
        <w:rPr>
          <w:rFonts w:ascii="Arial" w:hAnsi="Arial" w:cs="Arial"/>
          <w:color w:val="000000"/>
          <w:sz w:val="22"/>
          <w:szCs w:val="24"/>
          <w:u w:val="single"/>
          <w:lang w:eastAsia="zh-CN"/>
        </w:rPr>
      </w:pPr>
      <w:r w:rsidRPr="003410A0">
        <w:rPr>
          <w:rFonts w:ascii="Arial" w:hAnsi="Arial" w:cs="Arial"/>
          <w:color w:val="000000"/>
          <w:sz w:val="22"/>
          <w:szCs w:val="24"/>
          <w:u w:val="single"/>
          <w:lang w:eastAsia="zh-CN"/>
        </w:rPr>
        <w:t>Projet n° DIDPPT25003</w:t>
      </w:r>
    </w:p>
    <w:p w14:paraId="5BBF10FE" w14:textId="77777777" w:rsidR="003410A0" w:rsidRPr="003410A0" w:rsidRDefault="003410A0" w:rsidP="003410A0">
      <w:pPr>
        <w:suppressAutoHyphens/>
        <w:jc w:val="center"/>
        <w:rPr>
          <w:rFonts w:ascii="Arial" w:hAnsi="Arial" w:cs="Arial"/>
          <w:b/>
          <w:color w:val="000000"/>
          <w:sz w:val="8"/>
          <w:szCs w:val="10"/>
          <w:lang w:eastAsia="zh-CN"/>
        </w:rPr>
      </w:pPr>
    </w:p>
    <w:p w14:paraId="4BFBD6E2" w14:textId="77777777" w:rsidR="003410A0" w:rsidRPr="003410A0" w:rsidRDefault="003410A0" w:rsidP="003410A0">
      <w:pPr>
        <w:suppressAutoHyphens/>
        <w:jc w:val="center"/>
        <w:rPr>
          <w:rFonts w:ascii="Arial" w:hAnsi="Arial" w:cs="Arial"/>
          <w:color w:val="000000"/>
          <w:sz w:val="22"/>
          <w:szCs w:val="24"/>
          <w:lang w:eastAsia="zh-CN"/>
        </w:rPr>
      </w:pPr>
      <w:r w:rsidRPr="003410A0">
        <w:rPr>
          <w:rFonts w:ascii="Arial" w:hAnsi="Arial" w:cs="Arial"/>
          <w:color w:val="000000"/>
          <w:sz w:val="22"/>
          <w:szCs w:val="24"/>
          <w:lang w:eastAsia="zh-CN"/>
        </w:rPr>
        <w:t>Polynésie Française - Île de Tahiti –Immeubles des forces de souveraineté, de la gendarmerie nationale et logements domaniaux</w:t>
      </w:r>
    </w:p>
    <w:p w14:paraId="176F8A8C" w14:textId="77777777" w:rsidR="003410A0" w:rsidRPr="003410A0" w:rsidRDefault="003410A0" w:rsidP="003410A0">
      <w:pPr>
        <w:suppressAutoHyphens/>
        <w:jc w:val="center"/>
        <w:rPr>
          <w:rFonts w:ascii="Arial" w:hAnsi="Arial" w:cs="Arial"/>
          <w:color w:val="000000"/>
          <w:lang w:eastAsia="zh-CN"/>
        </w:rPr>
      </w:pPr>
    </w:p>
    <w:p w14:paraId="2D22ECA9" w14:textId="49600E16" w:rsidR="003410A0" w:rsidRPr="003410A0" w:rsidRDefault="003410A0" w:rsidP="003410A0">
      <w:pPr>
        <w:suppressAutoHyphens/>
        <w:jc w:val="center"/>
        <w:rPr>
          <w:rFonts w:ascii="Arial" w:hAnsi="Arial" w:cs="Arial"/>
          <w:b/>
          <w:color w:val="000000"/>
          <w:sz w:val="22"/>
          <w:szCs w:val="24"/>
          <w:lang w:eastAsia="zh-CN"/>
        </w:rPr>
      </w:pPr>
      <w:r w:rsidRPr="003410A0">
        <w:rPr>
          <w:rFonts w:ascii="Arial" w:hAnsi="Arial" w:cs="Arial"/>
          <w:b/>
          <w:color w:val="000000"/>
          <w:sz w:val="22"/>
          <w:szCs w:val="24"/>
          <w:lang w:eastAsia="zh-CN"/>
        </w:rPr>
        <w:t>Accord-cadre pour la réalisation de prestations de services concernant le traitement contre les xylophages au profit des formations stationnées dans les emprises militaires et domaniales</w:t>
      </w:r>
      <w:r w:rsidR="0054745F">
        <w:rPr>
          <w:rFonts w:ascii="Arial" w:hAnsi="Arial" w:cs="Arial"/>
          <w:b/>
          <w:color w:val="000000"/>
          <w:sz w:val="22"/>
          <w:szCs w:val="24"/>
          <w:lang w:eastAsia="zh-CN"/>
        </w:rPr>
        <w:t xml:space="preserve"> </w:t>
      </w:r>
      <w:r w:rsidR="0054745F" w:rsidRPr="00D12E6C">
        <w:rPr>
          <w:rFonts w:ascii="Arial" w:hAnsi="Arial" w:cs="Arial"/>
          <w:b/>
          <w:color w:val="000000"/>
          <w:sz w:val="22"/>
        </w:rPr>
        <w:t>des FAPF soutenues par la Direction d’infrastructure de la Défense (DID) de Papeete</w:t>
      </w:r>
      <w:bookmarkStart w:id="0" w:name="_GoBack"/>
      <w:bookmarkEnd w:id="0"/>
    </w:p>
    <w:p w14:paraId="2FDDD408" w14:textId="77777777" w:rsidR="003410A0" w:rsidRPr="003410A0" w:rsidRDefault="003410A0" w:rsidP="003410A0">
      <w:pPr>
        <w:suppressAutoHyphens/>
        <w:jc w:val="center"/>
        <w:rPr>
          <w:rFonts w:ascii="Arial" w:hAnsi="Arial" w:cs="Arial"/>
          <w:b/>
          <w:bCs/>
          <w:lang w:eastAsia="zh-CN"/>
        </w:rPr>
      </w:pPr>
    </w:p>
    <w:p w14:paraId="6C1BF911" w14:textId="77777777" w:rsidR="003410A0" w:rsidRPr="003410A0" w:rsidRDefault="003410A0" w:rsidP="003410A0">
      <w:pPr>
        <w:suppressAutoHyphens/>
        <w:jc w:val="center"/>
        <w:rPr>
          <w:rFonts w:ascii="Arial" w:hAnsi="Arial" w:cs="Arial"/>
          <w:b/>
          <w:bCs/>
          <w:sz w:val="22"/>
          <w:szCs w:val="22"/>
          <w:lang w:eastAsia="zh-CN"/>
        </w:rPr>
      </w:pPr>
      <w:r w:rsidRPr="003410A0">
        <w:rPr>
          <w:rFonts w:ascii="Arial" w:hAnsi="Arial" w:cs="Arial"/>
          <w:b/>
          <w:bCs/>
          <w:sz w:val="22"/>
          <w:szCs w:val="22"/>
          <w:lang w:eastAsia="zh-CN"/>
        </w:rPr>
        <w:t>CONTRAT SENSIBLE</w:t>
      </w:r>
    </w:p>
    <w:p w14:paraId="2B30326A" w14:textId="0129B5AC" w:rsidR="00A6564D" w:rsidRDefault="00A6564D" w:rsidP="001C7D87">
      <w:pPr>
        <w:jc w:val="both"/>
        <w:rPr>
          <w:rFonts w:ascii="Arial" w:hAnsi="Arial" w:cs="Arial"/>
        </w:rPr>
      </w:pPr>
    </w:p>
    <w:p w14:paraId="6EE581FF" w14:textId="2B861379" w:rsidR="000D7DA4" w:rsidRDefault="000D7DA4" w:rsidP="0096508A">
      <w:pPr>
        <w:rPr>
          <w:rFonts w:ascii="Arial" w:hAnsi="Arial" w:cs="Arial"/>
          <w:sz w:val="22"/>
          <w:szCs w:val="22"/>
        </w:rPr>
      </w:pPr>
    </w:p>
    <w:p w14:paraId="61A89374" w14:textId="0B2D282B" w:rsidR="00531B1A" w:rsidRPr="003410A0" w:rsidRDefault="003410A0" w:rsidP="003410A0">
      <w:pPr>
        <w:rPr>
          <w:rFonts w:ascii="Arial" w:hAnsi="Arial" w:cs="Arial"/>
          <w:b/>
          <w:i/>
          <w:color w:val="FF0000"/>
          <w:sz w:val="22"/>
          <w:szCs w:val="22"/>
        </w:rPr>
      </w:pPr>
      <w:r w:rsidRPr="003410A0">
        <w:rPr>
          <w:rFonts w:ascii="Arial" w:hAnsi="Arial" w:cs="Arial"/>
          <w:b/>
          <w:i/>
          <w:sz w:val="22"/>
          <w:szCs w:val="22"/>
          <w:u w:val="single"/>
        </w:rPr>
        <w:t>(Paragraphe réservé à l’administration DID-PPT)</w:t>
      </w:r>
      <w:r>
        <w:rPr>
          <w:rFonts w:ascii="Arial" w:hAnsi="Arial" w:cs="Arial"/>
          <w:b/>
          <w:i/>
          <w:sz w:val="22"/>
          <w:szCs w:val="22"/>
          <w:u w:val="single"/>
        </w:rPr>
        <w:t> </w:t>
      </w:r>
      <w:r w:rsidRPr="003410A0">
        <w:rPr>
          <w:rFonts w:ascii="Arial" w:hAnsi="Arial" w:cs="Arial"/>
          <w:b/>
          <w:i/>
          <w:sz w:val="22"/>
          <w:szCs w:val="22"/>
        </w:rPr>
        <w:t>:</w:t>
      </w:r>
    </w:p>
    <w:p w14:paraId="76814897" w14:textId="77777777" w:rsidR="003410A0" w:rsidRPr="003410A0" w:rsidRDefault="003410A0" w:rsidP="003410A0">
      <w:pPr>
        <w:rPr>
          <w:rFonts w:ascii="Arial" w:hAnsi="Arial" w:cs="Arial"/>
          <w:i/>
          <w:sz w:val="22"/>
          <w:szCs w:val="22"/>
        </w:rPr>
      </w:pPr>
    </w:p>
    <w:p w14:paraId="1D858359" w14:textId="21D319EC" w:rsidR="000D7DA4" w:rsidRPr="003410A0" w:rsidRDefault="000D7DA4" w:rsidP="000D7DA4">
      <w:pPr>
        <w:rPr>
          <w:rFonts w:ascii="Arial" w:hAnsi="Arial" w:cs="Arial"/>
          <w:i/>
          <w:sz w:val="22"/>
          <w:szCs w:val="22"/>
        </w:rPr>
      </w:pPr>
      <w:r w:rsidRPr="003410A0">
        <w:rPr>
          <w:rFonts w:ascii="Arial" w:hAnsi="Arial" w:cs="Arial"/>
          <w:i/>
          <w:sz w:val="22"/>
          <w:szCs w:val="22"/>
        </w:rPr>
        <w:t xml:space="preserve">Marché n° </w:t>
      </w:r>
      <w:r w:rsidR="00581AA5" w:rsidRPr="003410A0">
        <w:rPr>
          <w:rFonts w:ascii="Arial" w:hAnsi="Arial" w:cs="Arial"/>
          <w:i/>
          <w:sz w:val="22"/>
          <w:szCs w:val="22"/>
        </w:rPr>
        <w:t>……………………</w:t>
      </w:r>
      <w:r w:rsidRPr="003410A0">
        <w:rPr>
          <w:rFonts w:ascii="Arial" w:hAnsi="Arial" w:cs="Arial"/>
          <w:i/>
          <w:sz w:val="22"/>
          <w:szCs w:val="22"/>
        </w:rPr>
        <w:t xml:space="preserve"> Engagement Juridique </w:t>
      </w:r>
      <w:r w:rsidR="00581AA5" w:rsidRPr="003410A0">
        <w:rPr>
          <w:rFonts w:ascii="Arial" w:hAnsi="Arial" w:cs="Arial"/>
          <w:i/>
          <w:sz w:val="22"/>
          <w:szCs w:val="22"/>
        </w:rPr>
        <w:t>……………………..</w:t>
      </w:r>
      <w:r w:rsidRPr="003410A0">
        <w:rPr>
          <w:rFonts w:ascii="Arial" w:hAnsi="Arial" w:cs="Arial"/>
          <w:i/>
          <w:sz w:val="22"/>
          <w:szCs w:val="22"/>
        </w:rPr>
        <w:t>.</w:t>
      </w:r>
    </w:p>
    <w:p w14:paraId="1F2822B7" w14:textId="4067135B" w:rsidR="000D7DA4" w:rsidRPr="003410A0" w:rsidRDefault="000D7DA4" w:rsidP="000D7DA4">
      <w:pPr>
        <w:rPr>
          <w:rFonts w:ascii="Arial" w:hAnsi="Arial" w:cs="Arial"/>
          <w:i/>
          <w:sz w:val="22"/>
          <w:szCs w:val="22"/>
        </w:rPr>
      </w:pPr>
      <w:r w:rsidRPr="003410A0">
        <w:rPr>
          <w:rFonts w:ascii="Arial" w:hAnsi="Arial" w:cs="Arial"/>
          <w:i/>
          <w:sz w:val="22"/>
          <w:szCs w:val="22"/>
        </w:rPr>
        <w:t>(Mentionner le numéro du marché et d’EJ, uniquement dans le cas de déclaration de sous-traitance pendant la période d’</w:t>
      </w:r>
      <w:r w:rsidR="00531B1A" w:rsidRPr="003410A0">
        <w:rPr>
          <w:rFonts w:ascii="Arial" w:hAnsi="Arial" w:cs="Arial"/>
          <w:i/>
          <w:sz w:val="22"/>
          <w:szCs w:val="22"/>
        </w:rPr>
        <w:t>exécution</w:t>
      </w:r>
      <w:r w:rsidRPr="003410A0">
        <w:rPr>
          <w:rFonts w:ascii="Arial" w:hAnsi="Arial" w:cs="Arial"/>
          <w:i/>
          <w:sz w:val="22"/>
          <w:szCs w:val="22"/>
        </w:rPr>
        <w:t xml:space="preserve"> du marché).</w:t>
      </w:r>
    </w:p>
    <w:p w14:paraId="42C5C6CE" w14:textId="250EC33A" w:rsidR="000D7DA4" w:rsidRPr="003410A0" w:rsidRDefault="000D7DA4" w:rsidP="000D7DA4">
      <w:pPr>
        <w:rPr>
          <w:rFonts w:ascii="Arial" w:hAnsi="Arial" w:cs="Arial"/>
          <w:i/>
          <w:sz w:val="22"/>
          <w:szCs w:val="22"/>
        </w:rPr>
      </w:pPr>
    </w:p>
    <w:p w14:paraId="4264614F" w14:textId="61B6CAFF" w:rsidR="000D7DA4" w:rsidRPr="003410A0" w:rsidRDefault="000D7DA4" w:rsidP="000D7DA4">
      <w:pPr>
        <w:rPr>
          <w:rFonts w:ascii="Arial" w:hAnsi="Arial" w:cs="Arial"/>
          <w:i/>
          <w:sz w:val="22"/>
          <w:szCs w:val="22"/>
        </w:rPr>
      </w:pPr>
      <w:r w:rsidRPr="003410A0">
        <w:rPr>
          <w:rFonts w:ascii="Arial" w:hAnsi="Arial" w:cs="Arial"/>
          <w:i/>
          <w:sz w:val="22"/>
          <w:szCs w:val="22"/>
        </w:rPr>
        <w:t xml:space="preserve">Le marché objet de la présente déclaration de sous-traitance est un </w:t>
      </w:r>
      <w:r w:rsidRPr="003410A0">
        <w:rPr>
          <w:rFonts w:ascii="Arial" w:hAnsi="Arial" w:cs="Arial"/>
          <w:i/>
          <w:sz w:val="22"/>
          <w:szCs w:val="22"/>
          <w:u w:val="single"/>
        </w:rPr>
        <w:t>« contrat sensible »</w:t>
      </w:r>
      <w:r w:rsidRPr="003410A0">
        <w:rPr>
          <w:rFonts w:ascii="Arial" w:hAnsi="Arial" w:cs="Arial"/>
          <w:i/>
          <w:sz w:val="22"/>
          <w:szCs w:val="22"/>
        </w:rPr>
        <w:t xml:space="preserve"> tel que défini dans les clauses particulières du marché.</w:t>
      </w:r>
    </w:p>
    <w:p w14:paraId="3C968AAE" w14:textId="1033252E" w:rsidR="000D7DA4" w:rsidRPr="003410A0" w:rsidRDefault="000D7DA4" w:rsidP="000D7DA4">
      <w:pPr>
        <w:rPr>
          <w:rFonts w:ascii="Arial" w:hAnsi="Arial" w:cs="Arial"/>
          <w:i/>
          <w:sz w:val="22"/>
          <w:szCs w:val="22"/>
          <w:u w:val="single"/>
        </w:rPr>
      </w:pPr>
      <w:r w:rsidRPr="003410A0">
        <w:rPr>
          <w:rFonts w:ascii="Arial" w:hAnsi="Arial" w:cs="Arial"/>
          <w:i/>
          <w:sz w:val="22"/>
          <w:szCs w:val="22"/>
        </w:rPr>
        <w:t xml:space="preserve">En conséquence, la présente déclaration de sous-traitance est </w:t>
      </w:r>
      <w:r w:rsidRPr="003410A0">
        <w:rPr>
          <w:rFonts w:ascii="Arial" w:hAnsi="Arial" w:cs="Arial"/>
          <w:i/>
          <w:sz w:val="22"/>
          <w:szCs w:val="22"/>
          <w:u w:val="single"/>
        </w:rPr>
        <w:t>« un contrat sensible de sous-traitance ».</w:t>
      </w:r>
    </w:p>
    <w:p w14:paraId="15260332" w14:textId="36DA99F9" w:rsidR="000D7DA4" w:rsidRPr="003410A0" w:rsidRDefault="000D7DA4" w:rsidP="000D7DA4">
      <w:pPr>
        <w:rPr>
          <w:rFonts w:ascii="Arial" w:hAnsi="Arial" w:cs="Arial"/>
          <w:i/>
          <w:sz w:val="22"/>
          <w:szCs w:val="22"/>
        </w:rPr>
      </w:pPr>
    </w:p>
    <w:p w14:paraId="7B51A8AA" w14:textId="4D4C98D2" w:rsidR="000D7DA4" w:rsidRPr="003410A0" w:rsidRDefault="000D7DA4" w:rsidP="000D7DA4">
      <w:pPr>
        <w:rPr>
          <w:rFonts w:ascii="Arial" w:hAnsi="Arial" w:cs="Arial"/>
          <w:i/>
          <w:sz w:val="22"/>
          <w:szCs w:val="22"/>
        </w:rPr>
      </w:pPr>
      <w:r w:rsidRPr="003410A0">
        <w:rPr>
          <w:rFonts w:ascii="Arial" w:hAnsi="Arial" w:cs="Arial"/>
          <w:i/>
          <w:sz w:val="22"/>
          <w:szCs w:val="22"/>
        </w:rPr>
        <w:t>Le sous-traitant désigné ci-dessous déclare se soumettre aux obligations résultant pour lui de l’application de la clause de protection du secret prescrite au cadre J ci-après.</w:t>
      </w:r>
    </w:p>
    <w:p w14:paraId="7A96DACC" w14:textId="77777777" w:rsidR="00FC2033" w:rsidRPr="005001C5" w:rsidRDefault="00FC2033" w:rsidP="00FC2033">
      <w:pPr>
        <w:jc w:val="center"/>
        <w:rPr>
          <w:rFonts w:ascii="Arial" w:hAnsi="Arial" w:cs="Arial"/>
          <w:sz w:val="10"/>
          <w:szCs w:val="10"/>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rPr>
        <w:t> </w:t>
      </w:r>
      <w:r w:rsidR="00A6564D" w:rsidRPr="00125FE6">
        <w:rPr>
          <w:rFonts w:ascii="Arial" w:hAnsi="Arial" w:cs="Arial"/>
          <w:sz w:val="22"/>
          <w:szCs w:val="22"/>
        </w:rPr>
        <w:t xml:space="preserve">un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2A631754" w:rsidR="00A6564D" w:rsidRPr="00125FE6" w:rsidRDefault="00911AB7"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DD00D7" w:rsidRPr="00125FE6">
        <w:rPr>
          <w:rFonts w:ascii="Arial" w:hAnsi="Arial" w:cs="Arial"/>
        </w:rPr>
        <w:t> </w:t>
      </w:r>
      <w:r w:rsidR="007D1C60" w:rsidRPr="00125FE6">
        <w:rPr>
          <w:rFonts w:ascii="Arial" w:hAnsi="Arial" w:cs="Arial"/>
          <w:sz w:val="22"/>
          <w:szCs w:val="22"/>
        </w:rPr>
        <w:t xml:space="preserve">un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1150A108" w:rsidR="00BF7A09" w:rsidRPr="00125FE6" w:rsidRDefault="00581AA5"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DD00D7" w:rsidRPr="00125FE6">
        <w:rPr>
          <w:rFonts w:ascii="Arial" w:hAnsi="Arial" w:cs="Arial"/>
        </w:rPr>
        <w:t> </w:t>
      </w:r>
      <w:r w:rsidR="00BF7A09" w:rsidRPr="00125FE6">
        <w:rPr>
          <w:rFonts w:ascii="Arial" w:hAnsi="Arial" w:cs="Arial"/>
          <w:sz w:val="22"/>
          <w:szCs w:val="22"/>
        </w:rPr>
        <w:t>un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r w:rsidR="003A18B3" w:rsidRPr="0070342C">
        <w:rPr>
          <w:rFonts w:ascii="Arial" w:hAnsi="Arial" w:cs="Arial"/>
          <w:b/>
          <w:sz w:val="22"/>
          <w:szCs w:val="22"/>
        </w:rPr>
        <w:t>du</w:t>
      </w:r>
      <w:r w:rsidR="00FC2033" w:rsidRPr="0070342C">
        <w:rPr>
          <w:rFonts w:ascii="Arial" w:hAnsi="Arial" w:cs="Arial"/>
          <w:b/>
          <w:sz w:val="22"/>
          <w:szCs w:val="22"/>
        </w:rPr>
        <w:t xml:space="preserve"> </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64D13720"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2F7CD04B" w:rsidR="00935938" w:rsidRDefault="00581AA5" w:rsidP="0070342C">
      <w:pPr>
        <w:rPr>
          <w:rFonts w:ascii="Arial" w:hAnsi="Arial" w:cs="Arial"/>
          <w:b/>
          <w:sz w:val="22"/>
          <w:szCs w:val="22"/>
        </w:rPr>
      </w:pPr>
      <w:r>
        <w:rPr>
          <w:rFonts w:ascii="Arial" w:hAnsi="Arial" w:cs="Arial"/>
          <w:b/>
          <w:sz w:val="22"/>
          <w:szCs w:val="22"/>
        </w:rPr>
        <w:t>…………………………………………………</w:t>
      </w:r>
    </w:p>
    <w:p w14:paraId="7C3A4975" w14:textId="71EAAF93" w:rsidR="0070342C" w:rsidRPr="00FC2033" w:rsidRDefault="0070342C" w:rsidP="0070342C">
      <w:pPr>
        <w:rPr>
          <w:rFonts w:ascii="Arial" w:hAnsi="Arial" w:cs="Arial"/>
          <w:b/>
          <w:sz w:val="22"/>
          <w:szCs w:val="22"/>
        </w:rPr>
      </w:pPr>
    </w:p>
    <w:p w14:paraId="36D0934D" w14:textId="60CC155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62D454FB" w14:textId="77777777" w:rsidR="00581AA5" w:rsidRDefault="00581AA5" w:rsidP="00581AA5">
      <w:pPr>
        <w:rPr>
          <w:rFonts w:ascii="Arial" w:hAnsi="Arial" w:cs="Arial"/>
          <w:b/>
          <w:sz w:val="22"/>
          <w:szCs w:val="22"/>
        </w:rPr>
      </w:pPr>
      <w:r>
        <w:rPr>
          <w:rFonts w:ascii="Arial" w:hAnsi="Arial" w:cs="Arial"/>
          <w:b/>
          <w:sz w:val="22"/>
          <w:szCs w:val="22"/>
        </w:rPr>
        <w:t>Adresse postale : ……………………………….</w:t>
      </w:r>
    </w:p>
    <w:p w14:paraId="06CD139A" w14:textId="77777777" w:rsidR="00581AA5" w:rsidRPr="00AD606F" w:rsidRDefault="00581AA5" w:rsidP="00581AA5">
      <w:pPr>
        <w:rPr>
          <w:rFonts w:ascii="Arial" w:hAnsi="Arial" w:cs="Arial"/>
          <w:b/>
          <w:sz w:val="22"/>
          <w:szCs w:val="22"/>
        </w:rPr>
      </w:pPr>
      <w:r>
        <w:rPr>
          <w:rFonts w:ascii="Arial" w:hAnsi="Arial" w:cs="Arial"/>
          <w:b/>
          <w:sz w:val="22"/>
          <w:szCs w:val="22"/>
        </w:rPr>
        <w:t>Adresse du siège : ………………………………</w:t>
      </w:r>
    </w:p>
    <w:p w14:paraId="704A97AB" w14:textId="77777777" w:rsidR="005B4C7D" w:rsidRPr="0070342C" w:rsidRDefault="005B4C7D" w:rsidP="0070342C">
      <w:pPr>
        <w:rPr>
          <w:rFonts w:ascii="Arial" w:hAnsi="Arial" w:cs="Arial"/>
          <w:b/>
          <w:sz w:val="22"/>
          <w:szCs w:val="22"/>
        </w:rPr>
      </w:pPr>
    </w:p>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55CC5B6E" w14:textId="766878FF" w:rsidR="00935938" w:rsidRPr="000D7DA4" w:rsidRDefault="0054745F" w:rsidP="0070342C">
      <w:pPr>
        <w:rPr>
          <w:rFonts w:ascii="Arial" w:hAnsi="Arial" w:cs="Arial"/>
          <w:sz w:val="22"/>
          <w:szCs w:val="22"/>
        </w:rPr>
      </w:pPr>
      <w:hyperlink r:id="rId24" w:history="1">
        <w:r w:rsidR="00581AA5">
          <w:rPr>
            <w:rStyle w:val="Lienhypertexte"/>
            <w:rFonts w:ascii="Arial" w:hAnsi="Arial" w:cs="Arial"/>
            <w:sz w:val="22"/>
            <w:szCs w:val="22"/>
          </w:rPr>
          <w:t>…………………………………………………</w:t>
        </w:r>
      </w:hyperlink>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748096B2" w14:textId="5541ED57" w:rsidR="00935938" w:rsidRDefault="00581AA5" w:rsidP="0070342C">
      <w:pPr>
        <w:rPr>
          <w:rFonts w:ascii="Arial" w:hAnsi="Arial" w:cs="Arial"/>
          <w:b/>
          <w:sz w:val="22"/>
          <w:szCs w:val="22"/>
        </w:rPr>
      </w:pPr>
      <w:r>
        <w:rPr>
          <w:rFonts w:ascii="Arial" w:hAnsi="Arial" w:cs="Arial"/>
          <w:b/>
          <w:sz w:val="22"/>
          <w:szCs w:val="22"/>
        </w:rPr>
        <w:t>………………………………………………..</w:t>
      </w: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5" w:history="1">
        <w:r w:rsidRPr="0070342C">
          <w:rPr>
            <w:rStyle w:val="Lienhypertexte"/>
            <w:rFonts w:ascii="Arial" w:hAnsi="Arial" w:cs="Arial"/>
          </w:rPr>
          <w:t>ICD</w:t>
        </w:r>
      </w:hyperlink>
      <w:r w:rsidRPr="0070342C">
        <w:rPr>
          <w:rFonts w:ascii="Arial" w:hAnsi="Arial" w:cs="Arial"/>
        </w:rPr>
        <w:t> :</w:t>
      </w:r>
    </w:p>
    <w:p w14:paraId="3D216DAB" w14:textId="058F6F4B" w:rsidR="005B4C7D" w:rsidRDefault="005B4C7D" w:rsidP="0070342C">
      <w:pPr>
        <w:rPr>
          <w:rFonts w:ascii="Arial" w:hAnsi="Arial" w:cs="Arial"/>
          <w:b/>
          <w:sz w:val="22"/>
          <w:szCs w:val="22"/>
        </w:rPr>
      </w:pPr>
      <w:r>
        <w:rPr>
          <w:rFonts w:ascii="Arial" w:hAnsi="Arial" w:cs="Arial"/>
          <w:b/>
          <w:sz w:val="22"/>
          <w:szCs w:val="22"/>
        </w:rPr>
        <w:t xml:space="preserve">Numéro RC : </w:t>
      </w:r>
      <w:r w:rsidR="00581AA5">
        <w:rPr>
          <w:rFonts w:ascii="Arial" w:hAnsi="Arial" w:cs="Arial"/>
          <w:b/>
          <w:sz w:val="22"/>
          <w:szCs w:val="22"/>
        </w:rPr>
        <w:t>…………</w:t>
      </w:r>
      <w:r w:rsidR="0096508A">
        <w:rPr>
          <w:rFonts w:ascii="Arial" w:hAnsi="Arial" w:cs="Arial"/>
          <w:b/>
          <w:sz w:val="22"/>
          <w:szCs w:val="22"/>
        </w:rPr>
        <w:t>……</w:t>
      </w:r>
      <w:r w:rsidR="00581AA5">
        <w:rPr>
          <w:rFonts w:ascii="Arial" w:hAnsi="Arial" w:cs="Arial"/>
          <w:b/>
          <w:sz w:val="22"/>
          <w:szCs w:val="22"/>
        </w:rPr>
        <w:t>.</w:t>
      </w:r>
    </w:p>
    <w:p w14:paraId="2F1DE999" w14:textId="679038D7" w:rsidR="00935938" w:rsidRDefault="005B4C7D"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29026C6" w14:textId="1EFD2E4A" w:rsidR="0070342C" w:rsidRDefault="0070342C" w:rsidP="0070342C">
      <w:pPr>
        <w:rPr>
          <w:rFonts w:ascii="Arial" w:hAnsi="Arial" w:cs="Arial"/>
          <w:b/>
          <w:sz w:val="22"/>
          <w:szCs w:val="22"/>
        </w:rPr>
      </w:pPr>
    </w:p>
    <w:p w14:paraId="71E59DF4" w14:textId="77777777" w:rsidR="00581AA5" w:rsidRPr="0070342C" w:rsidRDefault="00581AA5"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5B11FFC7" w14:textId="77777777" w:rsidR="000E2FF3"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5C8E6981" w14:textId="15F894CC" w:rsidR="000E2FF3" w:rsidRPr="0070342C" w:rsidRDefault="00581AA5" w:rsidP="0070342C">
      <w:pPr>
        <w:jc w:val="both"/>
        <w:rPr>
          <w:rFonts w:ascii="Arial" w:hAnsi="Arial" w:cs="Arial"/>
          <w:b/>
          <w:bCs/>
          <w:sz w:val="22"/>
          <w:szCs w:val="22"/>
        </w:rPr>
      </w:pPr>
      <w:r>
        <w:rPr>
          <w:rFonts w:ascii="Arial" w:hAnsi="Arial" w:cs="Arial"/>
          <w:b/>
          <w:bCs/>
          <w:sz w:val="22"/>
          <w:szCs w:val="22"/>
        </w:rPr>
        <w:t>………………………………………………….</w:t>
      </w:r>
    </w:p>
    <w:p w14:paraId="5E726F80" w14:textId="77777777" w:rsidR="00A1782D" w:rsidRPr="0070342C" w:rsidRDefault="00A1782D" w:rsidP="0070342C">
      <w:pPr>
        <w:jc w:val="both"/>
        <w:rPr>
          <w:rFonts w:ascii="Arial" w:hAnsi="Arial" w:cs="Arial"/>
          <w:b/>
          <w:bCs/>
        </w:rPr>
      </w:pPr>
    </w:p>
    <w:p w14:paraId="34C1B958" w14:textId="0C6E5155" w:rsidR="00A1782D" w:rsidRPr="00581AA5" w:rsidRDefault="00DD00D7" w:rsidP="0070342C">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581AA5">
        <w:rPr>
          <w:rFonts w:cs="Arial"/>
          <w:sz w:val="22"/>
        </w:rPr>
        <w:t xml:space="preserve"> </w:t>
      </w:r>
      <w:r w:rsidR="00581AA5" w:rsidRPr="00581AA5">
        <w:rPr>
          <w:rFonts w:cs="Arial"/>
          <w:i/>
          <w:sz w:val="16"/>
          <w:szCs w:val="16"/>
        </w:rPr>
        <w:t>(dénomination sociale, adresse postale et du siège, adresse mail, numéro de téléphone)</w:t>
      </w:r>
    </w:p>
    <w:p w14:paraId="06F02E8D" w14:textId="62402496" w:rsidR="00A1782D" w:rsidRPr="0070342C" w:rsidRDefault="00581AA5" w:rsidP="0070342C">
      <w:pPr>
        <w:pStyle w:val="Sansinterligne"/>
        <w:jc w:val="both"/>
        <w:rPr>
          <w:rFonts w:cs="Arial"/>
        </w:rPr>
      </w:pPr>
      <w:r>
        <w:rPr>
          <w:rFonts w:cs="Arial"/>
        </w:rPr>
        <w:t>……………………………………………………….</w:t>
      </w:r>
    </w:p>
    <w:p w14:paraId="64F935D0" w14:textId="5C2A8667" w:rsidR="0070342C" w:rsidRDefault="0070342C" w:rsidP="0070342C">
      <w:pPr>
        <w:pStyle w:val="Sansinterligne"/>
        <w:jc w:val="both"/>
        <w:rPr>
          <w:rFonts w:cs="Arial"/>
        </w:rPr>
      </w:pPr>
    </w:p>
    <w:p w14:paraId="2E9F8C5F" w14:textId="2E958209" w:rsidR="008775BE" w:rsidRPr="00125FE6" w:rsidRDefault="008775BE" w:rsidP="00360AF2">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6"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D16B73C"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39124EEE" w:rsidR="00935938" w:rsidRDefault="00581AA5" w:rsidP="0070342C">
      <w:pPr>
        <w:rPr>
          <w:rFonts w:ascii="Arial" w:hAnsi="Arial" w:cs="Arial"/>
          <w:b/>
          <w:sz w:val="22"/>
          <w:szCs w:val="22"/>
        </w:rPr>
      </w:pPr>
      <w:r>
        <w:rPr>
          <w:rFonts w:ascii="Arial" w:hAnsi="Arial" w:cs="Arial"/>
          <w:b/>
          <w:sz w:val="22"/>
          <w:szCs w:val="22"/>
        </w:rPr>
        <w:t>………………………………………………</w:t>
      </w:r>
    </w:p>
    <w:p w14:paraId="2A7A278E" w14:textId="77777777" w:rsidR="00AD606F" w:rsidRPr="00AD606F" w:rsidRDefault="00AD606F"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3DC4550C" w14:textId="0290E1A8" w:rsidR="00935938" w:rsidRDefault="00BA7087" w:rsidP="0070342C">
      <w:pPr>
        <w:rPr>
          <w:rFonts w:ascii="Arial" w:hAnsi="Arial" w:cs="Arial"/>
          <w:b/>
          <w:sz w:val="22"/>
          <w:szCs w:val="22"/>
        </w:rPr>
      </w:pPr>
      <w:r>
        <w:rPr>
          <w:rFonts w:ascii="Arial" w:hAnsi="Arial" w:cs="Arial"/>
          <w:b/>
          <w:sz w:val="22"/>
          <w:szCs w:val="22"/>
        </w:rPr>
        <w:t xml:space="preserve">Adresse postale : </w:t>
      </w:r>
      <w:r w:rsidR="00581AA5">
        <w:rPr>
          <w:rFonts w:ascii="Arial" w:hAnsi="Arial" w:cs="Arial"/>
          <w:b/>
          <w:sz w:val="22"/>
          <w:szCs w:val="22"/>
        </w:rPr>
        <w:t>……………………………….</w:t>
      </w:r>
    </w:p>
    <w:p w14:paraId="53F28AC9" w14:textId="1BCCE9A8" w:rsidR="00AD606F" w:rsidRDefault="00BA7087" w:rsidP="0070342C">
      <w:pPr>
        <w:rPr>
          <w:rFonts w:ascii="Arial" w:hAnsi="Arial" w:cs="Arial"/>
          <w:b/>
          <w:sz w:val="22"/>
          <w:szCs w:val="22"/>
        </w:rPr>
      </w:pPr>
      <w:r>
        <w:rPr>
          <w:rFonts w:ascii="Arial" w:hAnsi="Arial" w:cs="Arial"/>
          <w:b/>
          <w:sz w:val="22"/>
          <w:szCs w:val="22"/>
        </w:rPr>
        <w:t xml:space="preserve">Adresse du siège : </w:t>
      </w:r>
      <w:r w:rsidR="00581AA5">
        <w:rPr>
          <w:rFonts w:ascii="Arial" w:hAnsi="Arial" w:cs="Arial"/>
          <w:b/>
          <w:sz w:val="22"/>
          <w:szCs w:val="22"/>
        </w:rPr>
        <w:t>………………………………</w:t>
      </w:r>
    </w:p>
    <w:p w14:paraId="1F2C8103" w14:textId="77777777" w:rsidR="0096508A" w:rsidRPr="00AD606F" w:rsidRDefault="0096508A"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013D87E2" w14:textId="77777777" w:rsidR="0096508A" w:rsidRPr="000D7DA4" w:rsidRDefault="0054745F" w:rsidP="0096508A">
      <w:pPr>
        <w:rPr>
          <w:rFonts w:ascii="Arial" w:hAnsi="Arial" w:cs="Arial"/>
          <w:sz w:val="22"/>
          <w:szCs w:val="22"/>
        </w:rPr>
      </w:pPr>
      <w:hyperlink r:id="rId27" w:history="1">
        <w:r w:rsidR="0096508A">
          <w:rPr>
            <w:rStyle w:val="Lienhypertexte"/>
            <w:rFonts w:ascii="Arial" w:hAnsi="Arial" w:cs="Arial"/>
            <w:sz w:val="22"/>
            <w:szCs w:val="22"/>
          </w:rPr>
          <w:t>…………………………………………………</w:t>
        </w:r>
      </w:hyperlink>
    </w:p>
    <w:p w14:paraId="4A7C463E" w14:textId="77777777" w:rsidR="00AD606F" w:rsidRPr="00AD606F" w:rsidRDefault="00AD606F" w:rsidP="0070342C">
      <w:pPr>
        <w:rPr>
          <w:rFonts w:ascii="Arial" w:hAnsi="Arial" w:cs="Arial"/>
          <w:b/>
          <w:sz w:val="22"/>
          <w:szCs w:val="22"/>
        </w:rPr>
      </w:pPr>
    </w:p>
    <w:p w14:paraId="5AFA61E3" w14:textId="35622E5D"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528A20FF" w14:textId="7503F1FF" w:rsidR="00935938" w:rsidRDefault="00581AA5" w:rsidP="0070342C">
      <w:pPr>
        <w:rPr>
          <w:rFonts w:ascii="Arial" w:hAnsi="Arial" w:cs="Arial"/>
          <w:b/>
          <w:sz w:val="22"/>
          <w:szCs w:val="22"/>
        </w:rPr>
      </w:pPr>
      <w:r>
        <w:rPr>
          <w:rFonts w:ascii="Arial" w:hAnsi="Arial" w:cs="Arial"/>
          <w:b/>
          <w:sz w:val="22"/>
          <w:szCs w:val="22"/>
        </w:rPr>
        <w:t>………………………………………………</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8" w:history="1">
        <w:r w:rsidRPr="0070342C">
          <w:rPr>
            <w:rStyle w:val="Lienhypertexte"/>
            <w:rFonts w:ascii="Arial" w:hAnsi="Arial" w:cs="Arial"/>
          </w:rPr>
          <w:t>ICD</w:t>
        </w:r>
      </w:hyperlink>
      <w:r w:rsidRPr="0070342C">
        <w:rPr>
          <w:rFonts w:ascii="Arial" w:hAnsi="Arial" w:cs="Arial"/>
        </w:rPr>
        <w:t> :</w:t>
      </w:r>
    </w:p>
    <w:p w14:paraId="3C8602CF" w14:textId="188D57DA" w:rsidR="00935938" w:rsidRDefault="00BA7087"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FB76356" w14:textId="77777777" w:rsidR="00AD606F" w:rsidRPr="00AD606F" w:rsidRDefault="00AD606F"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A398518" w14:textId="77777777" w:rsidR="0096508A" w:rsidRDefault="0096508A" w:rsidP="0096508A">
      <w:pPr>
        <w:jc w:val="both"/>
        <w:rPr>
          <w:rFonts w:ascii="Arial" w:hAnsi="Arial" w:cs="Arial"/>
          <w:b/>
          <w:bCs/>
          <w:sz w:val="22"/>
          <w:szCs w:val="22"/>
        </w:rPr>
      </w:pPr>
      <w:r>
        <w:rPr>
          <w:rFonts w:ascii="Arial" w:hAnsi="Arial" w:cs="Arial"/>
          <w:b/>
          <w:bCs/>
          <w:sz w:val="22"/>
          <w:szCs w:val="22"/>
        </w:rPr>
        <w:t>………………………………</w:t>
      </w:r>
      <w:r>
        <w:rPr>
          <w:rFonts w:ascii="Arial" w:hAnsi="Arial" w:cs="Arial"/>
          <w:bCs/>
          <w:sz w:val="22"/>
          <w:szCs w:val="22"/>
        </w:rPr>
        <w:t xml:space="preserve">                 </w:t>
      </w:r>
      <w:r>
        <w:rPr>
          <w:rFonts w:ascii="Arial" w:hAnsi="Arial" w:cs="Arial"/>
          <w:b/>
          <w:bCs/>
          <w:sz w:val="22"/>
          <w:szCs w:val="22"/>
        </w:rPr>
        <w:t>Numéro RC : ………….</w:t>
      </w:r>
    </w:p>
    <w:p w14:paraId="1AC89B22" w14:textId="77777777" w:rsidR="00BA7087" w:rsidRPr="0070342C" w:rsidRDefault="00BA7087"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7140D6CB" w14:textId="5A5DF46E" w:rsidR="00175F1E" w:rsidRPr="00AD606F" w:rsidRDefault="00581AA5" w:rsidP="0070342C">
      <w:pPr>
        <w:jc w:val="both"/>
        <w:rPr>
          <w:rFonts w:ascii="Arial" w:hAnsi="Arial" w:cs="Arial"/>
          <w:b/>
          <w:sz w:val="22"/>
          <w:szCs w:val="22"/>
        </w:rPr>
      </w:pPr>
      <w:r>
        <w:rPr>
          <w:rFonts w:ascii="Arial" w:hAnsi="Arial" w:cs="Arial"/>
          <w:b/>
          <w:sz w:val="22"/>
          <w:szCs w:val="22"/>
        </w:rPr>
        <w:t>……………………………………………..</w:t>
      </w:r>
    </w:p>
    <w:p w14:paraId="5F7D2F31" w14:textId="77777777" w:rsidR="004E24D6" w:rsidRPr="0070342C" w:rsidRDefault="004E24D6" w:rsidP="00BA20FC">
      <w:pPr>
        <w:jc w:val="both"/>
        <w:rPr>
          <w:rFonts w:ascii="Arial" w:hAnsi="Arial" w:cs="Arial"/>
          <w:i/>
          <w:sz w:val="18"/>
          <w:szCs w:val="18"/>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9"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30"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31"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2"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2A25A80" w:rsidR="00175F1E" w:rsidRDefault="00581AA5" w:rsidP="00175F1E">
      <w:pPr>
        <w:ind w:left="567"/>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DD00D7" w:rsidRPr="0070342C">
        <w:rPr>
          <w:rFonts w:ascii="Arial" w:hAnsi="Arial" w:cs="Arial"/>
        </w:rPr>
        <w:fldChar w:fldCharType="begin">
          <w:ffData>
            <w:name w:val=""/>
            <w:enabled/>
            <w:calcOnExit w:val="0"/>
            <w:checkBox>
              <w:size w:val="20"/>
              <w:default w:val="0"/>
            </w:checkBox>
          </w:ffData>
        </w:fldChar>
      </w:r>
      <w:r w:rsidR="00DD00D7" w:rsidRPr="0070342C">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DD00D7" w:rsidRPr="0070342C">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7976AD13" w14:textId="77777777" w:rsidR="0096508A" w:rsidRPr="0070342C" w:rsidRDefault="0096508A" w:rsidP="00175F1E">
      <w:pPr>
        <w:ind w:left="567"/>
        <w:jc w:val="both"/>
        <w:rPr>
          <w:rFonts w:ascii="Arial" w:hAnsi="Arial" w:cs="Arial"/>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3BFC39F0"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581AA5">
        <w:rPr>
          <w:rFonts w:ascii="Arial" w:hAnsi="Arial" w:cs="Arial"/>
        </w:rPr>
        <w:fldChar w:fldCharType="begin">
          <w:ffData>
            <w:name w:val=""/>
            <w:enabled/>
            <w:calcOnExit w:val="0"/>
            <w:checkBox>
              <w:size w:val="20"/>
              <w:default w:val="0"/>
            </w:checkBox>
          </w:ffData>
        </w:fldChar>
      </w:r>
      <w:r w:rsidR="00581AA5">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581AA5">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644BE767" w14:textId="77777777" w:rsidR="00FD53D2" w:rsidRDefault="00FD53D2" w:rsidP="00BA20FC">
      <w:pPr>
        <w:jc w:val="both"/>
        <w:rPr>
          <w:rFonts w:ascii="Arial" w:hAnsi="Arial" w:cs="Arial"/>
        </w:rPr>
      </w:pP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0F88B972" w:rsidR="003A18B3"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B3EF14E" w14:textId="77777777" w:rsidR="0070342C" w:rsidRPr="0070342C" w:rsidRDefault="0070342C" w:rsidP="00BA20FC">
      <w:pPr>
        <w:jc w:val="both"/>
        <w:rPr>
          <w:rFonts w:ascii="Arial" w:hAnsi="Arial" w:cs="Arial"/>
          <w:sz w:val="10"/>
          <w:szCs w:val="10"/>
        </w:rPr>
      </w:pPr>
    </w:p>
    <w:p w14:paraId="6DEFB175" w14:textId="634F5826" w:rsidR="004E1F69" w:rsidRPr="00DA0A5D" w:rsidRDefault="00581AA5" w:rsidP="00BA20FC">
      <w:pPr>
        <w:jc w:val="both"/>
        <w:rPr>
          <w:rFonts w:ascii="Arial" w:hAnsi="Arial" w:cs="Arial"/>
          <w:sz w:val="22"/>
          <w:szCs w:val="22"/>
        </w:rPr>
      </w:pPr>
      <w:r>
        <w:rPr>
          <w:rFonts w:ascii="Arial" w:hAnsi="Arial" w:cs="Arial"/>
          <w:sz w:val="22"/>
          <w:szCs w:val="22"/>
        </w:rPr>
        <w:t>………………………………………………..</w:t>
      </w:r>
    </w:p>
    <w:p w14:paraId="1107B3B9" w14:textId="1B0A23D4" w:rsidR="0041786E"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335D59E6" w:rsidR="00935938" w:rsidRPr="00125FE6" w:rsidRDefault="00E00997"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53749C41" w:rsidR="00935938" w:rsidRPr="00125FE6" w:rsidRDefault="00E00997"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4"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590274F8" w:rsidR="00D230B7" w:rsidRPr="005001C5" w:rsidRDefault="00D230B7" w:rsidP="0070342C">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r w:rsidR="00581AA5">
        <w:rPr>
          <w:rFonts w:ascii="Arial" w:hAnsi="Arial" w:cs="Arial"/>
          <w:sz w:val="22"/>
          <w:szCs w:val="22"/>
        </w:rPr>
        <w:t>………</w:t>
      </w:r>
      <w:r w:rsidR="0070342C" w:rsidRPr="005001C5">
        <w:rPr>
          <w:rFonts w:ascii="Arial" w:hAnsi="Arial" w:cs="Arial"/>
          <w:b/>
          <w:sz w:val="22"/>
          <w:szCs w:val="22"/>
        </w:rPr>
        <w:t xml:space="preserve"> %</w:t>
      </w:r>
    </w:p>
    <w:p w14:paraId="1C34D7A7" w14:textId="635476FC" w:rsidR="003A18B3" w:rsidRPr="005001C5" w:rsidRDefault="003A18B3" w:rsidP="0070342C">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Montant HT</w:t>
      </w:r>
      <w:r w:rsidR="00052C0B" w:rsidRPr="005001C5">
        <w:rPr>
          <w:rFonts w:ascii="Arial" w:hAnsi="Arial" w:cs="Arial"/>
          <w:sz w:val="22"/>
          <w:szCs w:val="22"/>
        </w:rPr>
        <w:t> </w:t>
      </w:r>
      <w:r w:rsidRPr="005001C5">
        <w:rPr>
          <w:rFonts w:ascii="Arial" w:hAnsi="Arial" w:cs="Arial"/>
          <w:sz w:val="22"/>
          <w:szCs w:val="22"/>
        </w:rPr>
        <w:t xml:space="preserve">: </w:t>
      </w:r>
      <w:r w:rsidR="0070342C" w:rsidRPr="005001C5">
        <w:rPr>
          <w:rFonts w:ascii="Arial" w:hAnsi="Arial" w:cs="Arial"/>
          <w:sz w:val="22"/>
          <w:szCs w:val="22"/>
        </w:rPr>
        <w:t xml:space="preserve">   </w:t>
      </w:r>
      <w:r w:rsidR="00581AA5">
        <w:rPr>
          <w:rFonts w:ascii="Arial" w:hAnsi="Arial" w:cs="Arial"/>
          <w:b/>
          <w:sz w:val="22"/>
          <w:szCs w:val="22"/>
        </w:rPr>
        <w:t>………………….</w:t>
      </w:r>
      <w:r w:rsidR="0070342C" w:rsidRPr="005001C5">
        <w:rPr>
          <w:rFonts w:ascii="Arial" w:hAnsi="Arial" w:cs="Arial"/>
          <w:b/>
          <w:sz w:val="22"/>
          <w:szCs w:val="22"/>
        </w:rPr>
        <w:t xml:space="preserve"> xpf </w:t>
      </w:r>
      <w:r w:rsidR="00E00997"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3241ECBF" w14:textId="20DDBA94" w:rsidR="00B61BB2" w:rsidRPr="005001C5" w:rsidRDefault="003A18B3" w:rsidP="0070342C">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lastRenderedPageBreak/>
        <w:t>Montant TTC :</w:t>
      </w:r>
      <w:r w:rsidR="00581AA5">
        <w:rPr>
          <w:rFonts w:ascii="Arial" w:hAnsi="Arial" w:cs="Arial"/>
          <w:sz w:val="22"/>
          <w:szCs w:val="22"/>
        </w:rPr>
        <w:t> </w:t>
      </w:r>
      <w:r w:rsidR="00581AA5">
        <w:rPr>
          <w:rFonts w:ascii="Arial" w:hAnsi="Arial" w:cs="Arial"/>
          <w:b/>
          <w:sz w:val="22"/>
          <w:szCs w:val="22"/>
        </w:rPr>
        <w:t>…………………..</w:t>
      </w:r>
      <w:r w:rsidR="0070342C" w:rsidRPr="005001C5">
        <w:rPr>
          <w:rFonts w:ascii="Arial" w:hAnsi="Arial" w:cs="Arial"/>
          <w:b/>
          <w:sz w:val="22"/>
          <w:szCs w:val="22"/>
        </w:rPr>
        <w:t xml:space="preserve"> xpf </w:t>
      </w:r>
      <w:r w:rsidR="005001C5"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5" w:history="1">
        <w:r w:rsidR="00052C0B" w:rsidRPr="00125FE6">
          <w:rPr>
            <w:rStyle w:val="Lienhypertexte"/>
            <w:rFonts w:ascii="Arial" w:hAnsi="Arial" w:cs="Arial"/>
            <w:bCs/>
            <w:strike/>
            <w:sz w:val="22"/>
            <w:szCs w:val="22"/>
          </w:rPr>
          <w:t>2 </w:t>
        </w:r>
        <w:r w:rsidR="00052C0B" w:rsidRPr="00125FE6">
          <w:rPr>
            <w:rStyle w:val="Lienhypertexte"/>
            <w:rFonts w:ascii="Arial" w:hAnsi="Arial" w:cs="Arial"/>
            <w:bCs/>
            <w:i/>
            <w:strike/>
            <w:sz w:val="22"/>
            <w:szCs w:val="22"/>
          </w:rPr>
          <w:t>nonies</w:t>
        </w:r>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w:t>
      </w:r>
    </w:p>
    <w:p w14:paraId="7BDE3623"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047CE998" w14:textId="0EF28F08" w:rsidR="0041786E" w:rsidRDefault="0041786E" w:rsidP="00BA20FC">
      <w:pPr>
        <w:jc w:val="both"/>
        <w:rPr>
          <w:rFonts w:ascii="Arial" w:hAnsi="Arial" w:cs="Arial"/>
          <w:bCs/>
          <w:spacing w:val="-10"/>
          <w:position w:val="-2"/>
        </w:rPr>
      </w:pPr>
    </w:p>
    <w:p w14:paraId="0A65E6A6" w14:textId="77777777" w:rsidR="006F0A16" w:rsidRDefault="006F0A16"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0740228C" w14:textId="690CA1E1" w:rsidR="00B447D9" w:rsidRPr="00AF2681" w:rsidRDefault="009D1ABB" w:rsidP="00BA20FC">
      <w:pPr>
        <w:jc w:val="both"/>
        <w:rPr>
          <w:rFonts w:ascii="Arial" w:hAnsi="Arial" w:cs="Arial"/>
          <w:bCs/>
          <w:sz w:val="22"/>
          <w:szCs w:val="22"/>
        </w:rPr>
      </w:pPr>
      <w:r>
        <w:rPr>
          <w:rFonts w:ascii="Arial" w:hAnsi="Arial" w:cs="Arial"/>
          <w:bCs/>
          <w:sz w:val="22"/>
          <w:szCs w:val="22"/>
        </w:rPr>
        <w:t>………………………………………….</w:t>
      </w:r>
    </w:p>
    <w:p w14:paraId="50F60FC3" w14:textId="7B54B048" w:rsidR="006F0A16" w:rsidRPr="001F441C" w:rsidRDefault="006F0A16" w:rsidP="00BA20FC">
      <w:pPr>
        <w:jc w:val="both"/>
        <w:rPr>
          <w:rFonts w:ascii="Arial" w:hAnsi="Arial" w:cs="Arial"/>
          <w:bCs/>
          <w:sz w:val="36"/>
          <w:szCs w:val="36"/>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6"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7"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063F47A0" w:rsidR="008A0C67" w:rsidRDefault="00636466"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1" w:name="CaseACocher111"/>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bookmarkEnd w:id="1"/>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9D1ABB">
        <w:rPr>
          <w:rFonts w:ascii="Arial" w:hAnsi="Arial" w:cs="Arial"/>
        </w:rPr>
        <w:fldChar w:fldCharType="begin">
          <w:ffData>
            <w:name w:val=""/>
            <w:enabled/>
            <w:calcOnExit w:val="0"/>
            <w:checkBox>
              <w:size w:val="20"/>
              <w:default w:val="0"/>
            </w:checkBox>
          </w:ffData>
        </w:fldChar>
      </w:r>
      <w:r w:rsidR="009D1ABB">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9D1A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5260BB4" w14:textId="306AC27B" w:rsidR="001F441C" w:rsidRPr="001F441C" w:rsidRDefault="001F441C" w:rsidP="00CF6654">
      <w:pPr>
        <w:pStyle w:val="En-tte"/>
        <w:tabs>
          <w:tab w:val="left" w:pos="0"/>
          <w:tab w:val="left" w:pos="2160"/>
        </w:tabs>
        <w:jc w:val="both"/>
        <w:rPr>
          <w:rFonts w:ascii="Arial" w:hAnsi="Arial" w:cs="Arial"/>
          <w:bCs/>
          <w:sz w:val="36"/>
          <w:szCs w:val="36"/>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6A51644C" w14:textId="77777777" w:rsidR="003410A0" w:rsidRPr="006F0A16" w:rsidRDefault="003410A0" w:rsidP="003410A0">
      <w:pPr>
        <w:pStyle w:val="En-tte"/>
        <w:tabs>
          <w:tab w:val="left" w:pos="0"/>
          <w:tab w:val="left" w:pos="2160"/>
        </w:tabs>
        <w:jc w:val="both"/>
        <w:rPr>
          <w:rFonts w:ascii="Arial" w:hAnsi="Arial" w:cs="Arial"/>
          <w:bCs/>
          <w:sz w:val="22"/>
          <w:szCs w:val="22"/>
        </w:rPr>
      </w:pPr>
    </w:p>
    <w:p w14:paraId="4F81A095" w14:textId="0923792E" w:rsidR="003410A0" w:rsidRPr="006F0A16" w:rsidRDefault="003410A0" w:rsidP="003410A0">
      <w:pPr>
        <w:jc w:val="both"/>
        <w:rPr>
          <w:rFonts w:ascii="Arial" w:hAnsi="Arial" w:cs="Arial"/>
          <w:b/>
          <w:i/>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Pr="006F0A16">
        <w:rPr>
          <w:rFonts w:ascii="Arial" w:hAnsi="Arial" w:cs="Arial"/>
          <w:sz w:val="22"/>
          <w:szCs w:val="22"/>
        </w:rPr>
        <w:t xml:space="preserve"> le titulaire fournit </w:t>
      </w:r>
      <w:r w:rsidRPr="001F441C">
        <w:rPr>
          <w:rFonts w:ascii="Arial" w:hAnsi="Arial" w:cs="Arial"/>
          <w:b/>
          <w:i/>
          <w:sz w:val="22"/>
          <w:szCs w:val="22"/>
          <w:u w:val="single"/>
        </w:rPr>
        <w:t>une caution bancaire</w:t>
      </w:r>
      <w:r w:rsidRPr="006F0A16">
        <w:rPr>
          <w:rFonts w:ascii="Arial" w:hAnsi="Arial" w:cs="Arial"/>
          <w:b/>
          <w:i/>
          <w:sz w:val="22"/>
          <w:szCs w:val="22"/>
        </w:rPr>
        <w:t xml:space="preserve"> : </w:t>
      </w:r>
      <w:r w:rsidRPr="001F441C">
        <w:rPr>
          <w:rFonts w:ascii="Arial" w:hAnsi="Arial" w:cs="Arial"/>
          <w:sz w:val="22"/>
          <w:szCs w:val="22"/>
        </w:rPr>
        <w:t>le sous-traitant n’a pas droit au paiement direct</w:t>
      </w:r>
    </w:p>
    <w:p w14:paraId="3AFA6053" w14:textId="77777777" w:rsidR="003410A0" w:rsidRPr="006F0A16" w:rsidRDefault="003410A0" w:rsidP="003410A0">
      <w:pPr>
        <w:ind w:left="426"/>
        <w:jc w:val="both"/>
        <w:rPr>
          <w:rFonts w:ascii="Arial" w:eastAsiaTheme="minorHAnsi" w:hAnsi="Arial" w:cs="Arial"/>
          <w:i/>
          <w:iCs/>
          <w:sz w:val="22"/>
          <w:szCs w:val="22"/>
          <w:lang w:eastAsia="en-US"/>
        </w:rPr>
      </w:pPr>
      <w:r w:rsidRPr="006F0A16">
        <w:rPr>
          <w:rFonts w:ascii="Arial" w:eastAsiaTheme="minorHAnsi" w:hAnsi="Arial" w:cs="Arial"/>
          <w:i/>
          <w:iCs/>
          <w:sz w:val="22"/>
          <w:szCs w:val="22"/>
          <w:lang w:eastAsia="en-US"/>
        </w:rPr>
        <w:t>Conformément à l’article 14-1 de la loi n°75-1334 du 31 décembre 1975 relative à la sous-traitance, lorsqu’un sous-traitant ne peut bénéficier du paiement direct, le titulaire du marché doit demander une caution personnelle et solidaire auprès d’un établissement qualifié (dite « caution bancaire »).</w:t>
      </w:r>
    </w:p>
    <w:p w14:paraId="324E3515" w14:textId="77777777" w:rsidR="003410A0" w:rsidRPr="006F0A16" w:rsidRDefault="003410A0" w:rsidP="003410A0">
      <w:pPr>
        <w:ind w:left="426"/>
        <w:jc w:val="both"/>
        <w:rPr>
          <w:rFonts w:ascii="Arial" w:hAnsi="Arial" w:cs="Arial"/>
          <w:i/>
          <w:sz w:val="16"/>
          <w:szCs w:val="16"/>
        </w:rPr>
      </w:pPr>
      <w:r w:rsidRPr="006F0A16">
        <w:rPr>
          <w:rFonts w:ascii="Arial" w:hAnsi="Arial" w:cs="Arial"/>
          <w:i/>
          <w:sz w:val="16"/>
          <w:szCs w:val="16"/>
        </w:rPr>
        <w:t>(</w:t>
      </w:r>
      <w:r w:rsidRPr="006F0A16">
        <w:rPr>
          <w:rFonts w:ascii="Arial" w:hAnsi="Arial" w:cs="Arial"/>
          <w:i/>
          <w:color w:val="0000FF"/>
          <w:sz w:val="16"/>
          <w:szCs w:val="16"/>
        </w:rPr>
        <w:t>article 14-1 de la loi n°75-1334</w:t>
      </w:r>
      <w:r w:rsidRPr="006F0A16">
        <w:rPr>
          <w:rFonts w:ascii="Arial" w:hAnsi="Arial" w:cs="Arial"/>
          <w:i/>
          <w:sz w:val="16"/>
          <w:szCs w:val="16"/>
        </w:rPr>
        <w:t xml:space="preserve"> du 31 décembre 1975 relative à la sous-traitance) </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42CB87B7" w:rsidR="007B2303" w:rsidRPr="006F0A16" w:rsidRDefault="009D1ABB" w:rsidP="00BA20FC">
      <w:pPr>
        <w:jc w:val="both"/>
        <w:rPr>
          <w:rFonts w:ascii="Arial" w:hAnsi="Arial" w:cs="Arial"/>
          <w:b/>
          <w:sz w:val="22"/>
          <w:szCs w:val="22"/>
        </w:rPr>
      </w:pPr>
      <w:r>
        <w:rPr>
          <w:rFonts w:ascii="Arial" w:hAnsi="Arial" w:cs="Arial"/>
          <w:b/>
          <w:sz w:val="22"/>
          <w:szCs w:val="22"/>
        </w:rPr>
        <w:t>……………………………………….</w:t>
      </w:r>
    </w:p>
    <w:p w14:paraId="4B1951E1" w14:textId="77777777" w:rsidR="00C6055C" w:rsidRPr="001F441C" w:rsidRDefault="00C6055C" w:rsidP="00BA20FC">
      <w:pPr>
        <w:jc w:val="both"/>
        <w:rPr>
          <w:rFonts w:ascii="Arial" w:hAnsi="Arial" w:cs="Arial"/>
          <w:sz w:val="30"/>
          <w:szCs w:val="30"/>
        </w:rPr>
      </w:pPr>
    </w:p>
    <w:p w14:paraId="62D7D727" w14:textId="3F6637D3"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0D65E0CB" w14:textId="7AC60E57" w:rsidR="007B2303" w:rsidRPr="00C44DAC" w:rsidRDefault="009D1ABB" w:rsidP="00BA20FC">
      <w:pPr>
        <w:jc w:val="both"/>
        <w:rPr>
          <w:rFonts w:ascii="Arial" w:hAnsi="Arial" w:cs="Arial"/>
          <w:b/>
          <w:sz w:val="22"/>
          <w:szCs w:val="22"/>
        </w:rPr>
      </w:pPr>
      <w:r>
        <w:rPr>
          <w:rFonts w:ascii="Arial" w:hAnsi="Arial" w:cs="Arial"/>
          <w:b/>
          <w:sz w:val="22"/>
          <w:szCs w:val="22"/>
        </w:rPr>
        <w:t>……………………………………….</w:t>
      </w:r>
    </w:p>
    <w:p w14:paraId="3A383094" w14:textId="77777777" w:rsidR="00C6055C" w:rsidRPr="001F441C" w:rsidRDefault="00C6055C" w:rsidP="00BA20FC">
      <w:pPr>
        <w:jc w:val="both"/>
        <w:rPr>
          <w:rFonts w:ascii="Arial" w:hAnsi="Arial" w:cs="Arial"/>
          <w:sz w:val="30"/>
          <w:szCs w:val="30"/>
        </w:rPr>
      </w:pPr>
    </w:p>
    <w:p w14:paraId="18AC822C" w14:textId="44CB2E44" w:rsidR="007B2303" w:rsidRDefault="007B2303" w:rsidP="00BA20FC">
      <w:pPr>
        <w:jc w:val="both"/>
        <w:rPr>
          <w:rFonts w:ascii="Arial" w:hAnsi="Arial" w:cs="Arial"/>
          <w:sz w:val="22"/>
          <w:szCs w:val="22"/>
        </w:rPr>
      </w:pPr>
      <w:r w:rsidRPr="00125FE6">
        <w:rPr>
          <w:rFonts w:ascii="Arial" w:hAnsi="Arial" w:cs="Arial"/>
          <w:sz w:val="22"/>
          <w:szCs w:val="22"/>
        </w:rPr>
        <w:t>Numéro de compte :</w:t>
      </w:r>
    </w:p>
    <w:p w14:paraId="41BAC27E" w14:textId="0AA1FAAC" w:rsidR="0017078E" w:rsidRPr="0017078E" w:rsidRDefault="0017078E" w:rsidP="00BA20FC">
      <w:pPr>
        <w:jc w:val="both"/>
        <w:rPr>
          <w:rFonts w:ascii="Arial" w:hAnsi="Arial" w:cs="Arial"/>
          <w:i/>
          <w:sz w:val="16"/>
          <w:szCs w:val="16"/>
        </w:rPr>
      </w:pPr>
      <w:r w:rsidRPr="0017078E">
        <w:rPr>
          <w:rFonts w:ascii="Arial" w:hAnsi="Arial" w:cs="Arial"/>
          <w:i/>
          <w:sz w:val="16"/>
          <w:szCs w:val="16"/>
        </w:rPr>
        <w:t>(code banque, code guichet, n°</w:t>
      </w:r>
      <w:r>
        <w:rPr>
          <w:rFonts w:ascii="Arial" w:hAnsi="Arial" w:cs="Arial"/>
          <w:i/>
          <w:sz w:val="16"/>
          <w:szCs w:val="16"/>
        </w:rPr>
        <w:t xml:space="preserve"> de compte,</w:t>
      </w:r>
      <w:r w:rsidRPr="0017078E">
        <w:rPr>
          <w:rFonts w:ascii="Arial" w:hAnsi="Arial" w:cs="Arial"/>
          <w:i/>
          <w:sz w:val="16"/>
          <w:szCs w:val="16"/>
        </w:rPr>
        <w:t xml:space="preserve"> clé</w:t>
      </w:r>
      <w:r>
        <w:rPr>
          <w:rFonts w:ascii="Arial" w:hAnsi="Arial" w:cs="Arial"/>
          <w:i/>
          <w:sz w:val="16"/>
          <w:szCs w:val="16"/>
        </w:rPr>
        <w:t xml:space="preserve"> et fournir un RIB</w:t>
      </w:r>
      <w:r w:rsidRPr="0017078E">
        <w:rPr>
          <w:rFonts w:ascii="Arial" w:hAnsi="Arial" w:cs="Arial"/>
          <w:i/>
          <w:sz w:val="16"/>
          <w:szCs w:val="16"/>
        </w:rPr>
        <w:t>)</w:t>
      </w:r>
    </w:p>
    <w:p w14:paraId="07F31962" w14:textId="629CDEE7" w:rsidR="00C30FCC" w:rsidRPr="0017078E" w:rsidRDefault="0017078E" w:rsidP="00C30FCC">
      <w:pPr>
        <w:jc w:val="both"/>
        <w:rPr>
          <w:rFonts w:ascii="Arial" w:hAnsi="Arial" w:cs="Arial"/>
          <w:b/>
          <w:sz w:val="22"/>
          <w:szCs w:val="22"/>
        </w:rPr>
      </w:pPr>
      <w:r w:rsidRPr="0017078E">
        <w:rPr>
          <w:rFonts w:ascii="Arial" w:hAnsi="Arial" w:cs="Arial"/>
          <w:b/>
          <w:sz w:val="22"/>
          <w:szCs w:val="22"/>
        </w:rPr>
        <w:t>………………………………………</w:t>
      </w:r>
      <w:r>
        <w:rPr>
          <w:rFonts w:ascii="Arial" w:hAnsi="Arial" w:cs="Arial"/>
          <w:b/>
          <w:sz w:val="22"/>
          <w:szCs w:val="22"/>
        </w:rPr>
        <w:t>.</w:t>
      </w:r>
    </w:p>
    <w:p w14:paraId="38C5D638" w14:textId="60BEDB8B" w:rsidR="00C6055C" w:rsidRPr="001F441C" w:rsidRDefault="00C6055C" w:rsidP="00BA20FC">
      <w:pPr>
        <w:jc w:val="both"/>
        <w:rPr>
          <w:rFonts w:ascii="Arial" w:hAnsi="Arial" w:cs="Arial"/>
          <w:bCs/>
          <w:sz w:val="36"/>
          <w:szCs w:val="36"/>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7082F16" w:rsidR="002A673A" w:rsidRPr="00125FE6" w:rsidRDefault="00636466"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17078E">
        <w:rPr>
          <w:rFonts w:ascii="Arial" w:hAnsi="Arial" w:cs="Arial"/>
        </w:rPr>
        <w:fldChar w:fldCharType="end"/>
      </w:r>
      <w:r w:rsidR="002A673A" w:rsidRPr="00125FE6">
        <w:rPr>
          <w:rFonts w:ascii="Arial" w:hAnsi="Arial" w:cs="Arial"/>
          <w:sz w:val="22"/>
          <w:szCs w:val="22"/>
        </w:rPr>
        <w:t> Non</w:t>
      </w:r>
    </w:p>
    <w:p w14:paraId="3C7A5666" w14:textId="32D29FE4" w:rsidR="002A673A" w:rsidRDefault="002A673A"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Pr="001F441C" w:rsidRDefault="00844149" w:rsidP="00292BEF">
      <w:pPr>
        <w:jc w:val="both"/>
        <w:rPr>
          <w:rFonts w:ascii="Arial" w:hAnsi="Arial" w:cs="Arial"/>
        </w:rPr>
      </w:pPr>
    </w:p>
    <w:p w14:paraId="1F1A7192" w14:textId="4820BD41"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sous-traitance en nombre de mois est de :</w:t>
      </w:r>
      <w:r w:rsidR="00AF2681">
        <w:rPr>
          <w:rFonts w:ascii="Arial" w:hAnsi="Arial" w:cs="Arial"/>
          <w:sz w:val="22"/>
          <w:szCs w:val="22"/>
        </w:rPr>
        <w:t xml:space="preserve"> </w:t>
      </w:r>
      <w:r w:rsidR="0017078E">
        <w:rPr>
          <w:rFonts w:ascii="Arial" w:hAnsi="Arial" w:cs="Arial"/>
          <w:b/>
          <w:sz w:val="22"/>
          <w:szCs w:val="22"/>
        </w:rPr>
        <w:t>……………</w:t>
      </w:r>
      <w:r w:rsidR="00DC4E5A">
        <w:rPr>
          <w:rFonts w:ascii="Arial" w:hAnsi="Arial" w:cs="Arial"/>
          <w:b/>
          <w:sz w:val="22"/>
          <w:szCs w:val="22"/>
        </w:rPr>
        <w:t>……</w:t>
      </w:r>
      <w:r w:rsidR="0017078E">
        <w:rPr>
          <w:rFonts w:ascii="Arial" w:hAnsi="Arial" w:cs="Arial"/>
          <w:b/>
          <w:sz w:val="22"/>
          <w:szCs w:val="22"/>
        </w:rPr>
        <w:t>.</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38"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84D275E"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45CFAF46" w14:textId="77777777" w:rsidR="004037BA" w:rsidRPr="00125FE6" w:rsidRDefault="004037BA" w:rsidP="00FD64BB">
      <w:pPr>
        <w:pStyle w:val="En-tte"/>
        <w:tabs>
          <w:tab w:val="left" w:pos="864"/>
        </w:tabs>
        <w:ind w:left="426"/>
        <w:rPr>
          <w:rFonts w:ascii="Arial" w:hAnsi="Arial" w:cs="Arial"/>
        </w:rPr>
      </w:pPr>
    </w:p>
    <w:p w14:paraId="0D8247B0" w14:textId="285A335A"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39"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0"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1"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2"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F441C" w:rsidRDefault="0041786E" w:rsidP="00FD64BB">
      <w:pPr>
        <w:tabs>
          <w:tab w:val="num" w:pos="709"/>
        </w:tabs>
        <w:spacing w:before="80"/>
        <w:ind w:left="360" w:hanging="786"/>
        <w:jc w:val="both"/>
        <w:rPr>
          <w:rFonts w:ascii="Arial" w:hAnsi="Arial" w:cs="Arial"/>
          <w:sz w:val="36"/>
          <w:szCs w:val="36"/>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8D7CD70"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17078E">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3"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4"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5"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53FB8150" w14:textId="77777777" w:rsidR="007D3E41" w:rsidRPr="001F441C" w:rsidRDefault="007D3E41" w:rsidP="00EE4A77">
      <w:pPr>
        <w:jc w:val="both"/>
        <w:rPr>
          <w:rFonts w:ascii="Arial" w:hAnsi="Arial" w:cs="Arial"/>
          <w:sz w:val="36"/>
          <w:szCs w:val="36"/>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6"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7078E" w:rsidRDefault="00EE4A77" w:rsidP="00EE4A77">
      <w:pPr>
        <w:pStyle w:val="En-tte"/>
        <w:tabs>
          <w:tab w:val="clear" w:pos="4536"/>
          <w:tab w:val="clear" w:pos="9072"/>
          <w:tab w:val="left" w:pos="864"/>
        </w:tabs>
        <w:rPr>
          <w:rFonts w:ascii="Arial" w:hAnsi="Arial" w:cs="Arial"/>
          <w:sz w:val="10"/>
          <w:szCs w:val="10"/>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7078E" w:rsidRDefault="00B55890" w:rsidP="008505F1">
      <w:pPr>
        <w:pStyle w:val="En-tte"/>
        <w:tabs>
          <w:tab w:val="left" w:pos="864"/>
        </w:tabs>
        <w:ind w:left="567"/>
        <w:rPr>
          <w:rFonts w:ascii="Arial" w:hAnsi="Arial" w:cs="Arial"/>
          <w:sz w:val="10"/>
          <w:szCs w:val="10"/>
        </w:rPr>
      </w:pPr>
    </w:p>
    <w:p w14:paraId="71C29B8E" w14:textId="50D42B86" w:rsidR="00EE4A77"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6969E13" w14:textId="682941FB" w:rsidR="0017078E" w:rsidRDefault="0017078E" w:rsidP="008505F1">
      <w:pPr>
        <w:pStyle w:val="En-tte"/>
        <w:tabs>
          <w:tab w:val="left" w:pos="864"/>
        </w:tabs>
        <w:ind w:left="567"/>
        <w:rPr>
          <w:rFonts w:ascii="Arial" w:hAnsi="Arial" w:cs="Arial"/>
          <w:sz w:val="22"/>
          <w:szCs w:val="22"/>
        </w:rPr>
      </w:pPr>
    </w:p>
    <w:p w14:paraId="11D52748" w14:textId="77777777" w:rsidR="0017078E" w:rsidRPr="0017078E" w:rsidRDefault="0017078E" w:rsidP="008505F1">
      <w:pPr>
        <w:pStyle w:val="En-tte"/>
        <w:tabs>
          <w:tab w:val="left" w:pos="864"/>
        </w:tabs>
        <w:ind w:left="567"/>
        <w:rPr>
          <w:rFonts w:ascii="Arial" w:hAnsi="Arial" w:cs="Arial"/>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8E1E12" w:rsidRPr="008E1E12" w14:paraId="5D049A66" w14:textId="77777777" w:rsidTr="008D524F">
        <w:tc>
          <w:tcPr>
            <w:tcW w:w="10277" w:type="dxa"/>
            <w:shd w:val="solid" w:color="66CCFF" w:fill="auto"/>
          </w:tcPr>
          <w:p w14:paraId="5CD7C745" w14:textId="51405423" w:rsidR="008E1E12" w:rsidRPr="008E1E12" w:rsidRDefault="008E1E12" w:rsidP="008E1E12">
            <w:pPr>
              <w:rPr>
                <w:rFonts w:ascii="Arial" w:hAnsi="Arial" w:cs="Arial"/>
                <w:b/>
                <w:bCs/>
                <w:sz w:val="22"/>
                <w:szCs w:val="22"/>
              </w:rPr>
            </w:pPr>
            <w:r w:rsidRPr="008E1E12">
              <w:rPr>
                <w:rFonts w:ascii="Arial" w:hAnsi="Arial" w:cs="Arial"/>
              </w:rPr>
              <w:br w:type="page"/>
            </w:r>
            <w:r w:rsidRPr="008E1E12">
              <w:rPr>
                <w:rFonts w:ascii="Arial" w:hAnsi="Arial" w:cs="Arial"/>
              </w:rPr>
              <w:br w:type="page"/>
            </w:r>
            <w:r w:rsidRPr="008E1E12">
              <w:rPr>
                <w:rFonts w:ascii="Arial" w:hAnsi="Arial" w:cs="Arial"/>
                <w:b/>
                <w:bCs/>
                <w:sz w:val="22"/>
                <w:szCs w:val="22"/>
              </w:rPr>
              <w:t xml:space="preserve">L </w:t>
            </w:r>
            <w:r>
              <w:rPr>
                <w:rFonts w:ascii="Arial" w:hAnsi="Arial" w:cs="Arial"/>
                <w:b/>
                <w:bCs/>
                <w:sz w:val="22"/>
                <w:szCs w:val="22"/>
              </w:rPr>
              <w:t>–</w:t>
            </w:r>
            <w:r w:rsidRPr="008E1E12">
              <w:rPr>
                <w:rFonts w:ascii="Arial" w:hAnsi="Arial" w:cs="Arial"/>
                <w:b/>
                <w:bCs/>
                <w:sz w:val="22"/>
                <w:szCs w:val="22"/>
              </w:rPr>
              <w:t xml:space="preserve"> </w:t>
            </w:r>
            <w:r>
              <w:rPr>
                <w:rFonts w:ascii="Arial" w:hAnsi="Arial" w:cs="Arial"/>
                <w:b/>
                <w:bCs/>
                <w:sz w:val="22"/>
                <w:szCs w:val="22"/>
              </w:rPr>
              <w:t>Clause de protection du secret de la défense nationale</w:t>
            </w:r>
          </w:p>
        </w:tc>
      </w:tr>
    </w:tbl>
    <w:p w14:paraId="1A268A1F" w14:textId="526435FE" w:rsidR="00BA42BF" w:rsidRDefault="008E1E12" w:rsidP="008D524F">
      <w:pPr>
        <w:spacing w:before="240" w:after="240"/>
        <w:jc w:val="both"/>
        <w:rPr>
          <w:rFonts w:ascii="Arial" w:hAnsi="Arial" w:cs="Arial"/>
          <w:sz w:val="22"/>
          <w:szCs w:val="22"/>
        </w:rPr>
      </w:pPr>
      <w:r w:rsidRPr="008E1E12">
        <w:rPr>
          <w:rFonts w:ascii="Arial" w:hAnsi="Arial" w:cs="Arial"/>
          <w:sz w:val="22"/>
          <w:szCs w:val="22"/>
        </w:rPr>
        <w:t xml:space="preserve">Le </w:t>
      </w:r>
      <w:r w:rsidR="00BA42BF">
        <w:rPr>
          <w:rFonts w:ascii="Arial" w:hAnsi="Arial" w:cs="Arial"/>
          <w:sz w:val="22"/>
          <w:szCs w:val="22"/>
        </w:rPr>
        <w:t>sous-traitant déclare et atteste sur l’honneur :</w:t>
      </w:r>
    </w:p>
    <w:p w14:paraId="18FCE024" w14:textId="6B355A9D" w:rsidR="00BA42BF" w:rsidRDefault="00BA42B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7"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78E2277A" w14:textId="77777777" w:rsidR="008D524F" w:rsidRDefault="008D524F" w:rsidP="0017078E">
      <w:pPr>
        <w:pStyle w:val="Paragraphedeliste"/>
        <w:spacing w:after="240"/>
        <w:ind w:left="284"/>
        <w:jc w:val="both"/>
        <w:rPr>
          <w:rFonts w:ascii="Arial" w:hAnsi="Arial" w:cs="Arial"/>
          <w:iCs/>
          <w:sz w:val="22"/>
          <w:szCs w:val="22"/>
        </w:rPr>
      </w:pPr>
    </w:p>
    <w:p w14:paraId="3377ABDA" w14:textId="351B85B3" w:rsidR="00BA42B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Ne</w:t>
      </w:r>
      <w:r w:rsidR="00BA42BF">
        <w:rPr>
          <w:rFonts w:ascii="Arial" w:hAnsi="Arial" w:cs="Arial"/>
          <w:iCs/>
          <w:sz w:val="22"/>
          <w:szCs w:val="22"/>
        </w:rPr>
        <w:t xml:space="preserve"> pas avoir, sous peine de poursuite pénale, à connaître ou détenir des informations couvertes par le secret de la défense nationale ;</w:t>
      </w:r>
    </w:p>
    <w:p w14:paraId="0F7A15AB" w14:textId="77777777" w:rsidR="008D524F" w:rsidRDefault="008D524F" w:rsidP="0017078E">
      <w:pPr>
        <w:pStyle w:val="Paragraphedeliste"/>
        <w:spacing w:after="240"/>
        <w:ind w:left="284"/>
        <w:jc w:val="both"/>
        <w:rPr>
          <w:rFonts w:ascii="Arial" w:hAnsi="Arial" w:cs="Arial"/>
          <w:iCs/>
          <w:sz w:val="22"/>
          <w:szCs w:val="22"/>
        </w:rPr>
      </w:pPr>
    </w:p>
    <w:p w14:paraId="3F001BC2" w14:textId="5B93DF06"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w:t>
      </w:r>
      <w:r w:rsidR="00BA42BF">
        <w:rPr>
          <w:rFonts w:ascii="Arial" w:hAnsi="Arial" w:cs="Arial"/>
          <w:iCs/>
          <w:sz w:val="22"/>
          <w:szCs w:val="22"/>
        </w:rPr>
        <w:t xml:space="preserve"> les informations qui me seront confiées, qui sans relever du secret de défense nécessitent une vigilance particulière telle qu’elle justifie la prise de précautions particulières ou spécifiques, ne pourront en aucun cas</w:t>
      </w:r>
      <w:r>
        <w:rPr>
          <w:rFonts w:ascii="Arial" w:hAnsi="Arial" w:cs="Arial"/>
          <w:iCs/>
          <w:sz w:val="22"/>
          <w:szCs w:val="22"/>
        </w:rPr>
        <w:t xml:space="preserve"> être communiquées à toute personne n’ayant pas le besoin d’en connaître ;</w:t>
      </w:r>
    </w:p>
    <w:p w14:paraId="538AE252" w14:textId="77777777" w:rsidR="008D524F" w:rsidRDefault="008D524F" w:rsidP="0017078E">
      <w:pPr>
        <w:pStyle w:val="Paragraphedeliste"/>
        <w:spacing w:after="240"/>
        <w:ind w:left="284"/>
        <w:jc w:val="both"/>
        <w:rPr>
          <w:rFonts w:ascii="Arial" w:hAnsi="Arial" w:cs="Arial"/>
          <w:iCs/>
          <w:sz w:val="22"/>
          <w:szCs w:val="22"/>
        </w:rPr>
      </w:pPr>
    </w:p>
    <w:p w14:paraId="0EE00870" w14:textId="4D6FC288"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 je me conformerais aux règles de protection des informations, au règlement intérieur, aux règles de sécurité et de contrôle en vigueur dans l’établissement dans lequel sont exécutées les prestations et n’accèderais qu’aux seuls locaux et installations concernés par le contrat.</w:t>
      </w:r>
    </w:p>
    <w:p w14:paraId="5386BFBC" w14:textId="77777777" w:rsidR="00BE4EAC" w:rsidRDefault="00BE4EAC" w:rsidP="0017078E">
      <w:pPr>
        <w:pStyle w:val="Paragraphedeliste"/>
        <w:spacing w:after="240"/>
        <w:ind w:left="284"/>
        <w:jc w:val="both"/>
        <w:rPr>
          <w:rFonts w:ascii="Arial" w:hAnsi="Arial" w:cs="Arial"/>
          <w:iCs/>
          <w:sz w:val="22"/>
          <w:szCs w:val="22"/>
        </w:rPr>
      </w:pPr>
    </w:p>
    <w:p w14:paraId="69D8CCE5" w14:textId="753A7EEA" w:rsidR="008D524F" w:rsidRDefault="008D524F" w:rsidP="0017078E">
      <w:pPr>
        <w:spacing w:after="240"/>
        <w:ind w:left="284"/>
        <w:jc w:val="both"/>
        <w:rPr>
          <w:rFonts w:ascii="Arial" w:hAnsi="Arial" w:cs="Arial"/>
          <w:iCs/>
          <w:sz w:val="22"/>
          <w:szCs w:val="22"/>
        </w:rPr>
      </w:pPr>
      <w:r>
        <w:rPr>
          <w:rFonts w:ascii="Arial" w:hAnsi="Arial" w:cs="Arial"/>
          <w:iCs/>
          <w:sz w:val="22"/>
          <w:szCs w:val="22"/>
        </w:rPr>
        <w:t>Le sous-traitant s’engage :</w:t>
      </w:r>
    </w:p>
    <w:p w14:paraId="6023CAEC" w14:textId="58ACE113"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Avoir fait signé par les personnes appelées, sous sa responsabilité et à un titre quelconque, à intervenir pour son compte pour exécuter la prestation contractuelle, une déclaration individuelle, de forme libre, par laquelle lesdites personnes attestent</w:t>
      </w:r>
    </w:p>
    <w:p w14:paraId="7AE44DA8" w14:textId="77777777" w:rsidR="008D524F" w:rsidRDefault="008D524F" w:rsidP="0017078E">
      <w:pPr>
        <w:pStyle w:val="Paragraphedeliste"/>
        <w:spacing w:after="240"/>
        <w:ind w:left="284"/>
        <w:jc w:val="both"/>
        <w:rPr>
          <w:rFonts w:ascii="Arial" w:hAnsi="Arial" w:cs="Arial"/>
          <w:iCs/>
          <w:sz w:val="22"/>
          <w:szCs w:val="22"/>
        </w:rPr>
      </w:pPr>
    </w:p>
    <w:p w14:paraId="3B154311" w14:textId="0C0AF866"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8"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1BE80566" w14:textId="77777777" w:rsidR="008D524F" w:rsidRDefault="008D524F" w:rsidP="0017078E">
      <w:pPr>
        <w:pStyle w:val="Paragraphedeliste"/>
        <w:spacing w:after="240"/>
        <w:ind w:left="284"/>
        <w:jc w:val="both"/>
        <w:rPr>
          <w:rFonts w:ascii="Arial" w:hAnsi="Arial" w:cs="Arial"/>
          <w:iCs/>
          <w:sz w:val="22"/>
          <w:szCs w:val="22"/>
        </w:rPr>
      </w:pPr>
    </w:p>
    <w:p w14:paraId="5A32EAB8" w14:textId="006E5448"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n’ont pas, sous peine de poursuite pénale, à connaître ou détenir des informations couvertes par le secret de la défense nationale ;</w:t>
      </w:r>
    </w:p>
    <w:p w14:paraId="6D1FF833" w14:textId="77777777" w:rsidR="008D524F" w:rsidRDefault="008D524F" w:rsidP="0017078E">
      <w:pPr>
        <w:pStyle w:val="Paragraphedeliste"/>
        <w:spacing w:after="240"/>
        <w:ind w:left="284"/>
        <w:jc w:val="both"/>
        <w:rPr>
          <w:rFonts w:ascii="Arial" w:hAnsi="Arial" w:cs="Arial"/>
          <w:iCs/>
          <w:sz w:val="22"/>
          <w:szCs w:val="22"/>
        </w:rPr>
      </w:pPr>
    </w:p>
    <w:p w14:paraId="013368B5" w14:textId="342B2DF4"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 les informations qui lui seront confiées, qui sans relever du secret de défense nécessitent une vigilance particulière telle qu’elle justifie la prise de précautions particulières ou spécifique</w:t>
      </w:r>
      <w:r w:rsidR="00BE4EAC">
        <w:rPr>
          <w:rFonts w:ascii="Arial" w:hAnsi="Arial" w:cs="Arial"/>
          <w:iCs/>
          <w:sz w:val="22"/>
          <w:szCs w:val="22"/>
        </w:rPr>
        <w:t>s, ne pourront en aucun cas être communiquées à toute personne n’ayant pas le besoin d’en connaître.</w:t>
      </w:r>
    </w:p>
    <w:p w14:paraId="778EAC79" w14:textId="77777777" w:rsidR="00BE4EAC" w:rsidRDefault="00BE4EAC" w:rsidP="0017078E">
      <w:pPr>
        <w:pStyle w:val="Paragraphedeliste"/>
        <w:spacing w:after="240"/>
        <w:ind w:left="284"/>
        <w:jc w:val="both"/>
        <w:rPr>
          <w:rFonts w:ascii="Arial" w:hAnsi="Arial" w:cs="Arial"/>
          <w:iCs/>
          <w:sz w:val="22"/>
          <w:szCs w:val="22"/>
        </w:rPr>
      </w:pPr>
    </w:p>
    <w:p w14:paraId="4F53437D" w14:textId="57707E8C" w:rsidR="00BE4EAC" w:rsidRPr="00BE4EAC" w:rsidRDefault="00BE4EAC"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se conformeront aux règles de protection des informations, au règlement intérieur, aux règles de sécurité et de contrôle en vigueur dans l’établissement dans lequel sont exécutées les prestations et n’accèderont qu’aux seuls locaux et installations concernés par le contrat.</w:t>
      </w:r>
    </w:p>
    <w:p w14:paraId="697838E6" w14:textId="5E11BEFD" w:rsidR="00BA42BF" w:rsidRPr="008D524F" w:rsidRDefault="00BA42BF" w:rsidP="008D524F">
      <w:pPr>
        <w:jc w:val="both"/>
        <w:rPr>
          <w:rFonts w:ascii="Arial" w:hAnsi="Arial" w:cs="Arial"/>
          <w:iCs/>
          <w:sz w:val="22"/>
          <w:szCs w:val="22"/>
        </w:rPr>
      </w:pPr>
      <w:r w:rsidRPr="008D524F">
        <w:rPr>
          <w:rFonts w:ascii="Arial" w:hAnsi="Arial" w:cs="Arial"/>
          <w:iCs/>
          <w:sz w:val="22"/>
          <w:szCs w:val="22"/>
        </w:rPr>
        <w:t xml:space="preserve"> </w:t>
      </w:r>
    </w:p>
    <w:p w14:paraId="2A6F222F" w14:textId="77777777" w:rsidR="0041786E" w:rsidRPr="001F441C" w:rsidRDefault="0041786E" w:rsidP="00EE4A77">
      <w:pPr>
        <w:pStyle w:val="En-tte"/>
        <w:tabs>
          <w:tab w:val="left" w:pos="864"/>
        </w:tabs>
        <w:rPr>
          <w:rFonts w:ascii="Arial" w:hAnsi="Arial" w:cs="Arial"/>
          <w:sz w:val="36"/>
          <w:szCs w:val="36"/>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3E334DD5" w:rsidR="00720CF6" w:rsidRPr="00125FE6" w:rsidRDefault="008505F1" w:rsidP="008775BE">
            <w:pPr>
              <w:rPr>
                <w:rFonts w:ascii="Arial" w:hAnsi="Arial" w:cs="Arial"/>
                <w:b/>
                <w:bCs/>
                <w:sz w:val="22"/>
                <w:szCs w:val="22"/>
              </w:rPr>
            </w:pPr>
            <w:r w:rsidRPr="00125FE6">
              <w:rPr>
                <w:rFonts w:ascii="Arial" w:hAnsi="Arial" w:cs="Arial"/>
              </w:rPr>
              <w:br w:type="page"/>
            </w:r>
            <w:r w:rsidR="006142D9" w:rsidRPr="00125FE6">
              <w:rPr>
                <w:rFonts w:ascii="Arial" w:hAnsi="Arial" w:cs="Arial"/>
              </w:rPr>
              <w:br w:type="page"/>
            </w:r>
            <w:r w:rsidR="008E1E12">
              <w:rPr>
                <w:rFonts w:ascii="Arial" w:hAnsi="Arial" w:cs="Arial"/>
                <w:b/>
                <w:bCs/>
                <w:sz w:val="22"/>
                <w:szCs w:val="22"/>
              </w:rPr>
              <w:t>M</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49"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50"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7B68B814" w14:textId="77777777" w:rsidR="00FD64BB" w:rsidRPr="00FD64BB" w:rsidRDefault="00FD64BB" w:rsidP="00FD64BB">
      <w:pPr>
        <w:spacing w:before="240"/>
        <w:jc w:val="both"/>
        <w:rPr>
          <w:rFonts w:ascii="Arial" w:hAnsi="Arial" w:cs="Arial"/>
          <w:iCs/>
          <w:sz w:val="10"/>
          <w:szCs w:val="10"/>
        </w:rPr>
      </w:pPr>
    </w:p>
    <w:p w14:paraId="50BA2BAE" w14:textId="0B47B8BF" w:rsidR="00953510" w:rsidRPr="00125FE6" w:rsidRDefault="00953510" w:rsidP="00FD64BB">
      <w:pPr>
        <w:spacing w:before="240"/>
        <w:jc w:val="both"/>
        <w:rPr>
          <w:rFonts w:ascii="Arial" w:hAnsi="Arial" w:cs="Arial"/>
          <w:iCs/>
          <w:sz w:val="22"/>
          <w:szCs w:val="22"/>
        </w:rPr>
      </w:pPr>
      <w:r w:rsidRPr="00125FE6">
        <w:rPr>
          <w:rFonts w:ascii="Arial" w:hAnsi="Arial" w:cs="Arial"/>
          <w:sz w:val="22"/>
          <w:szCs w:val="22"/>
        </w:rPr>
        <w:t>En conséquence, le titulaire produit avec le DC4 :</w:t>
      </w:r>
    </w:p>
    <w:p w14:paraId="112A91AC" w14:textId="2FE6E054" w:rsidR="009D4073"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 xml:space="preserve">l'exemplaire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4738CE55" w14:textId="77777777" w:rsidR="00BE4EAC" w:rsidRPr="00125FE6" w:rsidRDefault="00BE4EAC" w:rsidP="00FD64BB">
      <w:pPr>
        <w:spacing w:before="120"/>
        <w:ind w:left="567"/>
        <w:jc w:val="both"/>
        <w:rPr>
          <w:rFonts w:ascii="Arial" w:hAnsi="Arial" w:cs="Arial"/>
          <w:iCs/>
          <w:sz w:val="22"/>
          <w:szCs w:val="22"/>
        </w:rPr>
      </w:pPr>
    </w:p>
    <w:p w14:paraId="292336B2" w14:textId="0767A2F1" w:rsidR="001F607A" w:rsidRDefault="001F607A" w:rsidP="00FD64BB">
      <w:pPr>
        <w:jc w:val="both"/>
        <w:rPr>
          <w:rFonts w:ascii="Arial" w:hAnsi="Arial" w:cs="Arial"/>
          <w:iCs/>
          <w:sz w:val="22"/>
          <w:szCs w:val="22"/>
          <w:u w:val="single"/>
        </w:rPr>
      </w:pPr>
      <w:r w:rsidRPr="00125FE6">
        <w:rPr>
          <w:rFonts w:ascii="Arial" w:hAnsi="Arial" w:cs="Arial"/>
          <w:iCs/>
          <w:sz w:val="22"/>
          <w:szCs w:val="22"/>
          <w:u w:val="single"/>
        </w:rPr>
        <w:t>OU</w:t>
      </w:r>
    </w:p>
    <w:p w14:paraId="2DE2A39C" w14:textId="77777777" w:rsidR="00BE4EAC" w:rsidRPr="00125FE6" w:rsidRDefault="00BE4EAC" w:rsidP="00FD64BB">
      <w:pPr>
        <w:jc w:val="both"/>
        <w:rPr>
          <w:rFonts w:ascii="Arial" w:hAnsi="Arial" w:cs="Arial"/>
          <w:iCs/>
          <w:sz w:val="22"/>
          <w:szCs w:val="22"/>
          <w:u w:val="single"/>
        </w:rPr>
      </w:pPr>
    </w:p>
    <w:p w14:paraId="46F621E1" w14:textId="56359554"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une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60AE8AAF" w14:textId="77777777" w:rsidR="001F441C" w:rsidRPr="001F441C" w:rsidRDefault="001F441C" w:rsidP="00FD64BB">
      <w:pPr>
        <w:spacing w:before="120"/>
        <w:ind w:left="567"/>
        <w:jc w:val="both"/>
        <w:rPr>
          <w:rFonts w:ascii="Arial" w:hAnsi="Arial" w:cs="Arial"/>
          <w:iCs/>
          <w:sz w:val="36"/>
          <w:szCs w:val="36"/>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51FEE225" w:rsidR="001F607A"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51"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2"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2C1B9180" w14:textId="77777777" w:rsidR="0017078E" w:rsidRPr="0017078E" w:rsidRDefault="0017078E" w:rsidP="00FD64BB">
      <w:pPr>
        <w:jc w:val="both"/>
        <w:rPr>
          <w:rFonts w:ascii="Arial" w:hAnsi="Arial" w:cs="Arial"/>
          <w:iCs/>
          <w:sz w:val="10"/>
          <w:szCs w:val="10"/>
          <w:u w:val="single"/>
        </w:rPr>
      </w:pPr>
    </w:p>
    <w:p w14:paraId="3464C32C" w14:textId="6B300423" w:rsidR="003414A8" w:rsidRDefault="003414A8" w:rsidP="00FD64BB">
      <w:pPr>
        <w:jc w:val="both"/>
        <w:rPr>
          <w:rFonts w:ascii="Arial" w:hAnsi="Arial" w:cs="Arial"/>
          <w:iCs/>
          <w:sz w:val="22"/>
          <w:szCs w:val="22"/>
          <w:u w:val="single"/>
        </w:rPr>
      </w:pPr>
      <w:r w:rsidRPr="00125FE6">
        <w:rPr>
          <w:rFonts w:ascii="Arial" w:hAnsi="Arial" w:cs="Arial"/>
          <w:iCs/>
          <w:sz w:val="22"/>
          <w:szCs w:val="22"/>
          <w:u w:val="single"/>
        </w:rPr>
        <w:t>OU</w:t>
      </w:r>
    </w:p>
    <w:p w14:paraId="1C56A4E3" w14:textId="77777777" w:rsidR="00BE4EAC" w:rsidRPr="0017078E" w:rsidRDefault="00BE4EAC" w:rsidP="00FD64BB">
      <w:pPr>
        <w:jc w:val="both"/>
        <w:rPr>
          <w:rFonts w:ascii="Arial" w:hAnsi="Arial" w:cs="Arial"/>
          <w:iCs/>
          <w:sz w:val="10"/>
          <w:szCs w:val="10"/>
          <w:u w:val="single"/>
        </w:rPr>
      </w:pP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lastRenderedPageBreak/>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4745F">
        <w:rPr>
          <w:rFonts w:ascii="Arial" w:hAnsi="Arial" w:cs="Arial"/>
        </w:rPr>
      </w:r>
      <w:r w:rsidR="0054745F">
        <w:rPr>
          <w:rFonts w:ascii="Arial" w:hAnsi="Arial" w:cs="Arial"/>
        </w:rPr>
        <w:fldChar w:fldCharType="separate"/>
      </w:r>
      <w:r w:rsidRPr="00125FE6">
        <w:rPr>
          <w:rFonts w:ascii="Arial" w:hAnsi="Arial" w:cs="Arial"/>
        </w:rPr>
        <w:fldChar w:fldCharType="end"/>
      </w:r>
      <w:r w:rsidRPr="00125FE6">
        <w:rPr>
          <w:rFonts w:ascii="Arial" w:hAnsi="Arial" w:cs="Arial"/>
        </w:rPr>
        <w:t> </w:t>
      </w:r>
      <w:r w:rsidR="001F607A" w:rsidRPr="00125FE6">
        <w:rPr>
          <w:rFonts w:ascii="Arial" w:hAnsi="Arial" w:cs="Arial"/>
          <w:sz w:val="22"/>
          <w:szCs w:val="22"/>
        </w:rPr>
        <w:t>l’exemplaire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 xml:space="preserve">soit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r w:rsidRPr="00125FE6">
        <w:rPr>
          <w:rFonts w:ascii="Arial" w:hAnsi="Arial" w:cs="Arial"/>
          <w:sz w:val="22"/>
          <w:szCs w:val="22"/>
        </w:rPr>
        <w:t>soit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2FA2EDF3" w14:textId="77777777" w:rsidR="00BE4EAC" w:rsidRDefault="00BE4EAC"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1AF708D9"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E1E12">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le retourne signé</w:t>
      </w:r>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r w:rsidRPr="00FD64BB">
              <w:rPr>
                <w:rFonts w:ascii="Arial" w:hAnsi="Arial" w:cs="Arial"/>
                <w:i/>
                <w:sz w:val="16"/>
                <w:szCs w:val="16"/>
              </w:rPr>
              <w:t>personne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09194930" w:rsidR="00F50693" w:rsidRPr="00FD64BB" w:rsidRDefault="00475F9E" w:rsidP="0017078E">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17078E">
              <w:rPr>
                <w:rFonts w:ascii="Arial" w:hAnsi="Arial" w:cs="Arial"/>
                <w:i/>
                <w:sz w:val="16"/>
                <w:szCs w:val="16"/>
              </w:rPr>
              <w:t>D</w:t>
            </w:r>
            <w:r w:rsidRPr="00FD64BB">
              <w:rPr>
                <w:rFonts w:ascii="Arial" w:hAnsi="Arial" w:cs="Arial"/>
                <w:i/>
                <w:sz w:val="16"/>
                <w:szCs w:val="16"/>
              </w:rPr>
              <w:t xml:space="preserve"> du DC</w:t>
            </w:r>
            <w:r w:rsidR="0017078E">
              <w:rPr>
                <w:rFonts w:ascii="Arial" w:hAnsi="Arial" w:cs="Arial"/>
                <w:i/>
                <w:sz w:val="16"/>
                <w:szCs w:val="16"/>
              </w:rPr>
              <w:t>4</w:t>
            </w:r>
            <w:r w:rsidRPr="00FD64BB">
              <w:rPr>
                <w:rFonts w:ascii="Arial" w:hAnsi="Arial" w:cs="Arial"/>
                <w:i/>
                <w:sz w:val="16"/>
                <w:szCs w:val="16"/>
              </w:rPr>
              <w:t>)</w:t>
            </w:r>
          </w:p>
        </w:tc>
      </w:tr>
    </w:tbl>
    <w:p w14:paraId="3015D69A" w14:textId="6AD20DC3" w:rsidR="00D230B7" w:rsidRDefault="00D230B7" w:rsidP="00BA20FC">
      <w:pPr>
        <w:jc w:val="both"/>
        <w:rPr>
          <w:rFonts w:ascii="Arial" w:hAnsi="Arial" w:cs="Arial"/>
          <w:sz w:val="22"/>
          <w:szCs w:val="22"/>
        </w:rPr>
      </w:pPr>
    </w:p>
    <w:p w14:paraId="1766DE0A" w14:textId="341B3977" w:rsidR="001F441C" w:rsidRDefault="001F441C" w:rsidP="00BA20FC">
      <w:pPr>
        <w:jc w:val="both"/>
        <w:rPr>
          <w:rFonts w:ascii="Arial" w:hAnsi="Arial" w:cs="Arial"/>
          <w:sz w:val="22"/>
          <w:szCs w:val="22"/>
        </w:rPr>
      </w:pPr>
    </w:p>
    <w:p w14:paraId="1378668C" w14:textId="77777777" w:rsidR="00BE4EAC" w:rsidRPr="00125FE6" w:rsidRDefault="00BE4EAC"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77777777" w:rsidR="00636466" w:rsidRDefault="00636466" w:rsidP="00BA20FC">
      <w:pPr>
        <w:jc w:val="both"/>
        <w:rPr>
          <w:rFonts w:ascii="Arial" w:hAnsi="Arial" w:cs="Arial"/>
        </w:rPr>
      </w:pPr>
    </w:p>
    <w:p w14:paraId="08D90FA7" w14:textId="158E0B4D" w:rsidR="00636466" w:rsidRDefault="00636466" w:rsidP="00BA20FC">
      <w:pPr>
        <w:jc w:val="both"/>
        <w:rPr>
          <w:rFonts w:ascii="Arial" w:hAnsi="Arial" w:cs="Arial"/>
        </w:rPr>
      </w:pPr>
    </w:p>
    <w:p w14:paraId="055441B3" w14:textId="27801DF1" w:rsidR="001F441C" w:rsidRDefault="001F441C" w:rsidP="00BA20FC">
      <w:pPr>
        <w:jc w:val="both"/>
        <w:rPr>
          <w:rFonts w:ascii="Arial" w:hAnsi="Arial" w:cs="Arial"/>
        </w:rPr>
      </w:pPr>
    </w:p>
    <w:p w14:paraId="790980D6" w14:textId="07B33B32" w:rsidR="001F441C" w:rsidRDefault="001F441C" w:rsidP="00BA20FC">
      <w:pPr>
        <w:jc w:val="both"/>
        <w:rPr>
          <w:rFonts w:ascii="Arial" w:hAnsi="Arial" w:cs="Arial"/>
        </w:rPr>
      </w:pPr>
    </w:p>
    <w:p w14:paraId="01F2A42A" w14:textId="2573E199" w:rsidR="001F441C" w:rsidRDefault="001F441C" w:rsidP="00BA20FC">
      <w:pPr>
        <w:jc w:val="both"/>
        <w:rPr>
          <w:rFonts w:ascii="Arial" w:hAnsi="Arial" w:cs="Arial"/>
        </w:rPr>
      </w:pPr>
    </w:p>
    <w:p w14:paraId="69A260C1" w14:textId="0C4A1A7D" w:rsidR="001F441C" w:rsidRDefault="001F441C" w:rsidP="00BA20FC">
      <w:pPr>
        <w:jc w:val="both"/>
        <w:rPr>
          <w:rFonts w:ascii="Arial" w:hAnsi="Arial" w:cs="Arial"/>
        </w:rPr>
      </w:pPr>
    </w:p>
    <w:p w14:paraId="11E6EA8E" w14:textId="101F4879" w:rsidR="001F441C" w:rsidRDefault="001F441C" w:rsidP="00BA20FC">
      <w:pPr>
        <w:jc w:val="both"/>
        <w:rPr>
          <w:rFonts w:ascii="Arial" w:hAnsi="Arial" w:cs="Arial"/>
        </w:rPr>
      </w:pPr>
    </w:p>
    <w:p w14:paraId="1B2C0288" w14:textId="5781D706" w:rsidR="001F441C" w:rsidRDefault="001F441C" w:rsidP="00BA20FC">
      <w:pPr>
        <w:jc w:val="both"/>
        <w:rPr>
          <w:rFonts w:ascii="Arial" w:hAnsi="Arial" w:cs="Arial"/>
        </w:rPr>
      </w:pPr>
    </w:p>
    <w:p w14:paraId="2B22E00A" w14:textId="1EE64E1D" w:rsidR="00BE4EAC" w:rsidRDefault="00BE4EAC" w:rsidP="00BA20FC">
      <w:pPr>
        <w:jc w:val="both"/>
        <w:rPr>
          <w:rFonts w:ascii="Arial" w:hAnsi="Arial" w:cs="Arial"/>
        </w:rPr>
      </w:pPr>
    </w:p>
    <w:p w14:paraId="044F6CCE" w14:textId="672E2115" w:rsidR="00BE4EAC" w:rsidRDefault="00BE4EAC" w:rsidP="00BA20FC">
      <w:pPr>
        <w:jc w:val="both"/>
        <w:rPr>
          <w:rFonts w:ascii="Arial" w:hAnsi="Arial" w:cs="Arial"/>
        </w:rPr>
      </w:pPr>
    </w:p>
    <w:p w14:paraId="6FB802C2" w14:textId="50801523" w:rsidR="00BE4EAC" w:rsidRDefault="00BE4EAC" w:rsidP="00BA20FC">
      <w:pPr>
        <w:jc w:val="both"/>
        <w:rPr>
          <w:rFonts w:ascii="Arial" w:hAnsi="Arial" w:cs="Arial"/>
        </w:rPr>
      </w:pPr>
    </w:p>
    <w:p w14:paraId="5CB7B595" w14:textId="04C4DF09" w:rsidR="00BE4EAC" w:rsidRDefault="00BE4EAC" w:rsidP="00BA20FC">
      <w:pPr>
        <w:jc w:val="both"/>
        <w:rPr>
          <w:rFonts w:ascii="Arial" w:hAnsi="Arial" w:cs="Arial"/>
        </w:rPr>
      </w:pPr>
    </w:p>
    <w:p w14:paraId="0FAD094E" w14:textId="77777777" w:rsidR="00911AB7" w:rsidRDefault="00911AB7" w:rsidP="00BA20FC">
      <w:pPr>
        <w:jc w:val="both"/>
        <w:rPr>
          <w:rFonts w:ascii="Arial" w:hAnsi="Arial" w:cs="Arial"/>
        </w:rPr>
      </w:pPr>
    </w:p>
    <w:p w14:paraId="24A8627C" w14:textId="257E52B3" w:rsidR="00BE4EAC" w:rsidRDefault="00BE4EAC" w:rsidP="00BA20FC">
      <w:pPr>
        <w:jc w:val="both"/>
        <w:rPr>
          <w:rFonts w:ascii="Arial" w:hAnsi="Arial" w:cs="Arial"/>
        </w:rPr>
      </w:pPr>
    </w:p>
    <w:p w14:paraId="7A3764CE" w14:textId="66530CA5" w:rsidR="00865F61" w:rsidRDefault="00865F61" w:rsidP="00BA20FC">
      <w:pPr>
        <w:jc w:val="both"/>
        <w:rPr>
          <w:rFonts w:ascii="Arial" w:hAnsi="Arial" w:cs="Arial"/>
        </w:rPr>
      </w:pPr>
    </w:p>
    <w:p w14:paraId="1B191360" w14:textId="7E6AFBDD" w:rsidR="00865F61" w:rsidRDefault="00865F61" w:rsidP="00BA20FC">
      <w:pPr>
        <w:jc w:val="both"/>
        <w:rPr>
          <w:rFonts w:ascii="Arial" w:hAnsi="Arial" w:cs="Arial"/>
        </w:rPr>
      </w:pPr>
    </w:p>
    <w:p w14:paraId="694D5A73" w14:textId="773F3CC3" w:rsidR="003410A0" w:rsidRDefault="003410A0" w:rsidP="00BA20FC">
      <w:pPr>
        <w:jc w:val="both"/>
        <w:rPr>
          <w:rFonts w:ascii="Arial" w:hAnsi="Arial" w:cs="Arial"/>
        </w:rPr>
      </w:pPr>
    </w:p>
    <w:p w14:paraId="500B0A96" w14:textId="5879785F" w:rsidR="003410A0" w:rsidRDefault="003410A0" w:rsidP="00BA20FC">
      <w:pPr>
        <w:jc w:val="both"/>
        <w:rPr>
          <w:rFonts w:ascii="Arial" w:hAnsi="Arial" w:cs="Arial"/>
        </w:rPr>
      </w:pPr>
    </w:p>
    <w:p w14:paraId="470BA728" w14:textId="3B0543D0" w:rsidR="003410A0" w:rsidRDefault="003410A0" w:rsidP="00BA20FC">
      <w:pPr>
        <w:jc w:val="both"/>
        <w:rPr>
          <w:rFonts w:ascii="Arial" w:hAnsi="Arial" w:cs="Arial"/>
        </w:rPr>
      </w:pPr>
    </w:p>
    <w:p w14:paraId="54074626" w14:textId="29821FB9" w:rsidR="003410A0" w:rsidRDefault="003410A0" w:rsidP="00BA20FC">
      <w:pPr>
        <w:jc w:val="both"/>
        <w:rPr>
          <w:rFonts w:ascii="Arial" w:hAnsi="Arial" w:cs="Arial"/>
        </w:rPr>
      </w:pPr>
    </w:p>
    <w:p w14:paraId="0007B5E8" w14:textId="65DD217C" w:rsidR="003410A0" w:rsidRDefault="003410A0" w:rsidP="00BA20FC">
      <w:pPr>
        <w:jc w:val="both"/>
        <w:rPr>
          <w:rFonts w:ascii="Arial" w:hAnsi="Arial" w:cs="Arial"/>
        </w:rPr>
      </w:pPr>
    </w:p>
    <w:p w14:paraId="6F5A8D87" w14:textId="27640CD2" w:rsidR="003410A0" w:rsidRDefault="003410A0" w:rsidP="00BA20FC">
      <w:pPr>
        <w:jc w:val="both"/>
        <w:rPr>
          <w:rFonts w:ascii="Arial" w:hAnsi="Arial" w:cs="Arial"/>
        </w:rPr>
      </w:pPr>
    </w:p>
    <w:p w14:paraId="444CA1D7" w14:textId="08FF7DD1" w:rsidR="003410A0" w:rsidRDefault="003410A0" w:rsidP="00BA20FC">
      <w:pPr>
        <w:jc w:val="both"/>
        <w:rPr>
          <w:rFonts w:ascii="Arial" w:hAnsi="Arial" w:cs="Arial"/>
        </w:rPr>
      </w:pPr>
    </w:p>
    <w:p w14:paraId="4C8A8122" w14:textId="77777777" w:rsidR="003410A0" w:rsidRDefault="003410A0" w:rsidP="00BA20FC">
      <w:pPr>
        <w:jc w:val="both"/>
        <w:rPr>
          <w:rFonts w:ascii="Arial" w:hAnsi="Arial" w:cs="Arial"/>
        </w:rPr>
      </w:pPr>
    </w:p>
    <w:p w14:paraId="51273736" w14:textId="77777777" w:rsidR="00865F61" w:rsidRDefault="00865F61" w:rsidP="00BA20FC">
      <w:pPr>
        <w:jc w:val="both"/>
        <w:rPr>
          <w:rFonts w:ascii="Arial" w:hAnsi="Arial" w:cs="Arial"/>
        </w:rPr>
      </w:pPr>
    </w:p>
    <w:p w14:paraId="7AB25265" w14:textId="77777777" w:rsidR="001F441C" w:rsidRDefault="001F441C" w:rsidP="00BA20FC">
      <w:pPr>
        <w:jc w:val="both"/>
        <w:rPr>
          <w:rFonts w:ascii="Arial" w:hAnsi="Arial" w:cs="Arial"/>
        </w:rPr>
      </w:pPr>
    </w:p>
    <w:p w14:paraId="2BDA16E6" w14:textId="3DAFA08C" w:rsidR="00636466" w:rsidRDefault="00636466" w:rsidP="00BA20FC">
      <w:pPr>
        <w:jc w:val="both"/>
        <w:rPr>
          <w:rFonts w:ascii="Arial" w:hAnsi="Arial" w:cs="Arial"/>
        </w:rPr>
      </w:pPr>
    </w:p>
    <w:p w14:paraId="15AEE7F7" w14:textId="77777777" w:rsidR="00636466" w:rsidRPr="00125FE6" w:rsidRDefault="0063646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415B5B91" w:rsidR="00A00BBA" w:rsidRPr="00125FE6" w:rsidRDefault="00292BEF" w:rsidP="008775BE">
            <w:pPr>
              <w:rPr>
                <w:rFonts w:ascii="Arial" w:hAnsi="Arial" w:cs="Arial"/>
                <w:b/>
                <w:bCs/>
                <w:sz w:val="22"/>
                <w:szCs w:val="22"/>
              </w:rPr>
            </w:pPr>
            <w:r>
              <w:rPr>
                <w:rFonts w:ascii="Arial" w:hAnsi="Arial" w:cs="Arial"/>
              </w:rPr>
              <w:lastRenderedPageBreak/>
              <w:br w:type="page"/>
            </w:r>
            <w:r w:rsidR="00A00BBA" w:rsidRPr="00125FE6">
              <w:rPr>
                <w:rFonts w:ascii="Arial" w:hAnsi="Arial" w:cs="Arial"/>
              </w:rPr>
              <w:br w:type="page"/>
            </w:r>
            <w:r w:rsidR="00A00BBA" w:rsidRPr="00125FE6">
              <w:rPr>
                <w:rFonts w:ascii="Arial" w:hAnsi="Arial" w:cs="Arial"/>
              </w:rPr>
              <w:br w:type="page"/>
            </w:r>
            <w:r w:rsidR="008E1E12">
              <w:rPr>
                <w:rFonts w:ascii="Arial" w:hAnsi="Arial" w:cs="Arial"/>
                <w:b/>
                <w:bCs/>
                <w:sz w:val="22"/>
                <w:szCs w:val="22"/>
              </w:rPr>
              <w:t>O</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A                                            ,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r w:rsidR="000030C1" w:rsidRPr="00125FE6">
        <w:rPr>
          <w:rFonts w:ascii="Arial" w:hAnsi="Arial" w:cs="Arial"/>
          <w:sz w:val="16"/>
          <w:szCs w:val="16"/>
        </w:rPr>
        <w:t>la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334C2351" w:rsidR="008775BE" w:rsidRDefault="008775BE" w:rsidP="00BA20FC">
      <w:pPr>
        <w:spacing w:before="120" w:after="120"/>
        <w:rPr>
          <w:rFonts w:ascii="Arial" w:hAnsi="Arial" w:cs="Arial"/>
          <w:sz w:val="16"/>
          <w:szCs w:val="16"/>
        </w:rPr>
      </w:pPr>
    </w:p>
    <w:p w14:paraId="0AF3B611" w14:textId="52268482" w:rsidR="003410A0" w:rsidRDefault="003410A0" w:rsidP="00BA20FC">
      <w:pPr>
        <w:spacing w:before="120" w:after="120"/>
        <w:rPr>
          <w:rFonts w:ascii="Arial" w:hAnsi="Arial" w:cs="Arial"/>
          <w:sz w:val="16"/>
          <w:szCs w:val="16"/>
        </w:rPr>
      </w:pPr>
    </w:p>
    <w:p w14:paraId="2AB64DB6" w14:textId="08DA8751" w:rsidR="003410A0" w:rsidRDefault="003410A0" w:rsidP="00BA20FC">
      <w:pPr>
        <w:spacing w:before="120" w:after="120"/>
        <w:rPr>
          <w:rFonts w:ascii="Arial" w:hAnsi="Arial" w:cs="Arial"/>
          <w:sz w:val="16"/>
          <w:szCs w:val="16"/>
        </w:rPr>
      </w:pPr>
    </w:p>
    <w:p w14:paraId="4285E366" w14:textId="75AD80CC" w:rsidR="003410A0" w:rsidRDefault="003410A0" w:rsidP="00BA20FC">
      <w:pPr>
        <w:spacing w:before="120" w:after="120"/>
        <w:rPr>
          <w:rFonts w:ascii="Arial" w:hAnsi="Arial" w:cs="Arial"/>
          <w:sz w:val="16"/>
          <w:szCs w:val="16"/>
        </w:rPr>
      </w:pPr>
    </w:p>
    <w:p w14:paraId="1C32FC96" w14:textId="77777777" w:rsidR="003410A0" w:rsidRDefault="003410A0"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67375740" w14:textId="7F7D566E"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BE4EAC">
        <w:rPr>
          <w:rFonts w:ascii="Arial" w:hAnsi="Arial" w:cs="Arial"/>
          <w:sz w:val="16"/>
          <w:szCs w:val="16"/>
        </w:rPr>
        <w:t>18</w:t>
      </w:r>
      <w:r w:rsidR="00FD64BB">
        <w:rPr>
          <w:rFonts w:ascii="Arial" w:hAnsi="Arial" w:cs="Arial"/>
          <w:sz w:val="16"/>
          <w:szCs w:val="16"/>
        </w:rPr>
        <w:t>/11</w:t>
      </w:r>
      <w:r w:rsidR="007D3E41">
        <w:rPr>
          <w:rFonts w:ascii="Arial" w:hAnsi="Arial" w:cs="Arial"/>
          <w:sz w:val="16"/>
          <w:szCs w:val="16"/>
        </w:rPr>
        <w:t>/2024</w:t>
      </w:r>
    </w:p>
    <w:sectPr w:rsidR="000030C1" w:rsidRPr="00125FE6" w:rsidSect="00C44DAC">
      <w:headerReference w:type="default" r:id="rId53"/>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2A0A8" w14:textId="77777777" w:rsidR="00BE4998" w:rsidRDefault="00BE4998">
      <w:r>
        <w:separator/>
      </w:r>
    </w:p>
  </w:endnote>
  <w:endnote w:type="continuationSeparator" w:id="0">
    <w:p w14:paraId="16D57DA4" w14:textId="77777777" w:rsidR="00BE4998" w:rsidRDefault="00B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581AA5" w:rsidRPr="00125FE6" w14:paraId="50664E22" w14:textId="77777777" w:rsidTr="009800F3">
      <w:trPr>
        <w:trHeight w:val="142"/>
        <w:tblHeader/>
      </w:trPr>
      <w:tc>
        <w:tcPr>
          <w:tcW w:w="4040" w:type="dxa"/>
          <w:shd w:val="clear" w:color="auto" w:fill="66CCFF"/>
        </w:tcPr>
        <w:p w14:paraId="7A0BB2AA" w14:textId="77777777" w:rsidR="00581AA5" w:rsidRPr="00125FE6" w:rsidRDefault="00581AA5"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581AA5" w:rsidRPr="00125FE6" w:rsidRDefault="00581AA5" w:rsidP="009800F3">
          <w:pPr>
            <w:ind w:left="1347"/>
            <w:rPr>
              <w:rFonts w:ascii="Arial" w:hAnsi="Arial" w:cs="Arial"/>
              <w:b/>
              <w:bCs/>
              <w:sz w:val="22"/>
              <w:szCs w:val="22"/>
            </w:rPr>
          </w:pPr>
        </w:p>
      </w:tc>
      <w:tc>
        <w:tcPr>
          <w:tcW w:w="851" w:type="dxa"/>
          <w:shd w:val="clear" w:color="auto" w:fill="66CCFF"/>
        </w:tcPr>
        <w:p w14:paraId="6E08BC20" w14:textId="77777777" w:rsidR="00581AA5" w:rsidRPr="00125FE6" w:rsidRDefault="00581AA5"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57962F65" w:rsidR="00581AA5" w:rsidRPr="00125FE6" w:rsidRDefault="00581AA5"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54745F">
            <w:rPr>
              <w:rFonts w:ascii="Arial" w:hAnsi="Arial" w:cs="Arial"/>
              <w:b/>
              <w:noProof/>
              <w:sz w:val="22"/>
              <w:szCs w:val="22"/>
            </w:rPr>
            <w:t>9</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581AA5" w:rsidRPr="00125FE6" w:rsidRDefault="00581AA5"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0EB6006A" w:rsidR="00581AA5" w:rsidRPr="00125FE6" w:rsidRDefault="00581AA5"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54745F">
            <w:rPr>
              <w:rStyle w:val="Numrodepage"/>
              <w:rFonts w:ascii="Arial" w:hAnsi="Arial" w:cs="Arial"/>
              <w:b/>
              <w:noProof/>
              <w:sz w:val="22"/>
              <w:szCs w:val="22"/>
            </w:rPr>
            <w:t>9</w:t>
          </w:r>
          <w:r w:rsidRPr="00125FE6">
            <w:rPr>
              <w:rStyle w:val="Numrodepage"/>
              <w:rFonts w:ascii="Arial" w:hAnsi="Arial" w:cs="Arial"/>
              <w:b/>
              <w:sz w:val="22"/>
              <w:szCs w:val="22"/>
            </w:rPr>
            <w:fldChar w:fldCharType="end"/>
          </w:r>
        </w:p>
      </w:tc>
    </w:tr>
  </w:tbl>
  <w:p w14:paraId="7FD05872" w14:textId="77777777" w:rsidR="00581AA5" w:rsidRPr="00125FE6" w:rsidRDefault="00581AA5"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15A41" w14:textId="77777777" w:rsidR="00BE4998" w:rsidRDefault="00BE4998">
      <w:r>
        <w:separator/>
      </w:r>
    </w:p>
  </w:footnote>
  <w:footnote w:type="continuationSeparator" w:id="0">
    <w:p w14:paraId="4492A825" w14:textId="77777777" w:rsidR="00BE4998" w:rsidRDefault="00BE4998">
      <w:r>
        <w:continuationSeparator/>
      </w:r>
    </w:p>
  </w:footnote>
  <w:footnote w:id="1">
    <w:p w14:paraId="4DCAEE1F" w14:textId="77777777" w:rsidR="00581AA5" w:rsidRDefault="00581AA5"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581AA5" w:rsidRPr="00125FE6" w:rsidRDefault="00581AA5"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581AA5" w:rsidRDefault="00581AA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E6A0654"/>
    <w:multiLevelType w:val="hybridMultilevel"/>
    <w:tmpl w:val="BEF2C9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3346F04"/>
    <w:multiLevelType w:val="hybridMultilevel"/>
    <w:tmpl w:val="7B5AA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7"/>
  </w:num>
  <w:num w:numId="15">
    <w:abstractNumId w:val="0"/>
  </w:num>
  <w:num w:numId="16">
    <w:abstractNumId w:val="19"/>
  </w:num>
  <w:num w:numId="17">
    <w:abstractNumId w:val="4"/>
  </w:num>
  <w:num w:numId="18">
    <w:abstractNumId w:val="2"/>
  </w:num>
  <w:num w:numId="19">
    <w:abstractNumId w:val="8"/>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F0E"/>
    <w:rsid w:val="000030C1"/>
    <w:rsid w:val="00006EB3"/>
    <w:rsid w:val="00007450"/>
    <w:rsid w:val="000152C1"/>
    <w:rsid w:val="00022F5B"/>
    <w:rsid w:val="000328A6"/>
    <w:rsid w:val="000416C6"/>
    <w:rsid w:val="000417B4"/>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D7DA4"/>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078E"/>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441C"/>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C4FB9"/>
    <w:rsid w:val="002D5277"/>
    <w:rsid w:val="002E4836"/>
    <w:rsid w:val="002E71F0"/>
    <w:rsid w:val="002F33CF"/>
    <w:rsid w:val="00307DDE"/>
    <w:rsid w:val="00312B98"/>
    <w:rsid w:val="00314AD9"/>
    <w:rsid w:val="003173B6"/>
    <w:rsid w:val="00327A13"/>
    <w:rsid w:val="00330C7E"/>
    <w:rsid w:val="00337B58"/>
    <w:rsid w:val="00337FF3"/>
    <w:rsid w:val="003410A0"/>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9562C"/>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83763"/>
    <w:rsid w:val="00484D0F"/>
    <w:rsid w:val="0049076E"/>
    <w:rsid w:val="004A1975"/>
    <w:rsid w:val="004A35EC"/>
    <w:rsid w:val="004A5547"/>
    <w:rsid w:val="004A5744"/>
    <w:rsid w:val="004B1A22"/>
    <w:rsid w:val="004C16E0"/>
    <w:rsid w:val="004C1878"/>
    <w:rsid w:val="004E02AF"/>
    <w:rsid w:val="004E1F69"/>
    <w:rsid w:val="004E24D6"/>
    <w:rsid w:val="004E77CA"/>
    <w:rsid w:val="004F16C2"/>
    <w:rsid w:val="004F48AD"/>
    <w:rsid w:val="004F5EFD"/>
    <w:rsid w:val="005001C5"/>
    <w:rsid w:val="005135A3"/>
    <w:rsid w:val="00515573"/>
    <w:rsid w:val="00516A83"/>
    <w:rsid w:val="0052170E"/>
    <w:rsid w:val="00523642"/>
    <w:rsid w:val="00530FD2"/>
    <w:rsid w:val="00531B1A"/>
    <w:rsid w:val="00542D32"/>
    <w:rsid w:val="005436C8"/>
    <w:rsid w:val="0054745F"/>
    <w:rsid w:val="00550A92"/>
    <w:rsid w:val="00554C0E"/>
    <w:rsid w:val="00562E09"/>
    <w:rsid w:val="00567896"/>
    <w:rsid w:val="00577410"/>
    <w:rsid w:val="0058095B"/>
    <w:rsid w:val="00581AA5"/>
    <w:rsid w:val="00582287"/>
    <w:rsid w:val="005874F4"/>
    <w:rsid w:val="00587532"/>
    <w:rsid w:val="00590106"/>
    <w:rsid w:val="005916A4"/>
    <w:rsid w:val="005A5A13"/>
    <w:rsid w:val="005B1B16"/>
    <w:rsid w:val="005B3552"/>
    <w:rsid w:val="005B383D"/>
    <w:rsid w:val="005B40BF"/>
    <w:rsid w:val="005B4C7D"/>
    <w:rsid w:val="005C11D5"/>
    <w:rsid w:val="005D157D"/>
    <w:rsid w:val="005D429E"/>
    <w:rsid w:val="005E04A0"/>
    <w:rsid w:val="005E4997"/>
    <w:rsid w:val="005E6CF0"/>
    <w:rsid w:val="005F0F1B"/>
    <w:rsid w:val="005F1C0F"/>
    <w:rsid w:val="005F2592"/>
    <w:rsid w:val="00613188"/>
    <w:rsid w:val="006142D9"/>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39DA"/>
    <w:rsid w:val="00706973"/>
    <w:rsid w:val="007077F4"/>
    <w:rsid w:val="00715056"/>
    <w:rsid w:val="00717554"/>
    <w:rsid w:val="00720BAF"/>
    <w:rsid w:val="00720CF6"/>
    <w:rsid w:val="0072304F"/>
    <w:rsid w:val="0072494E"/>
    <w:rsid w:val="007252D4"/>
    <w:rsid w:val="00726F8A"/>
    <w:rsid w:val="00733C96"/>
    <w:rsid w:val="00742DC1"/>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3191"/>
    <w:rsid w:val="007A5812"/>
    <w:rsid w:val="007B2303"/>
    <w:rsid w:val="007B23D6"/>
    <w:rsid w:val="007B40F2"/>
    <w:rsid w:val="007B5010"/>
    <w:rsid w:val="007C0325"/>
    <w:rsid w:val="007D1C60"/>
    <w:rsid w:val="007D3E41"/>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58C5"/>
    <w:rsid w:val="00856562"/>
    <w:rsid w:val="00857F5A"/>
    <w:rsid w:val="0086312E"/>
    <w:rsid w:val="00863EA5"/>
    <w:rsid w:val="00865F61"/>
    <w:rsid w:val="00867B91"/>
    <w:rsid w:val="008775BE"/>
    <w:rsid w:val="008801E7"/>
    <w:rsid w:val="0088152C"/>
    <w:rsid w:val="008836F8"/>
    <w:rsid w:val="008924F6"/>
    <w:rsid w:val="00893DE7"/>
    <w:rsid w:val="008A0841"/>
    <w:rsid w:val="008A0C67"/>
    <w:rsid w:val="008A183E"/>
    <w:rsid w:val="008A6AD0"/>
    <w:rsid w:val="008A77DE"/>
    <w:rsid w:val="008B37DD"/>
    <w:rsid w:val="008C030B"/>
    <w:rsid w:val="008C48DB"/>
    <w:rsid w:val="008C4D14"/>
    <w:rsid w:val="008D524F"/>
    <w:rsid w:val="008E1296"/>
    <w:rsid w:val="008E1E12"/>
    <w:rsid w:val="008F0F00"/>
    <w:rsid w:val="008F27B7"/>
    <w:rsid w:val="008F448C"/>
    <w:rsid w:val="008F74A2"/>
    <w:rsid w:val="00906F1E"/>
    <w:rsid w:val="00911AB7"/>
    <w:rsid w:val="00921016"/>
    <w:rsid w:val="00934F0C"/>
    <w:rsid w:val="009354EC"/>
    <w:rsid w:val="00935938"/>
    <w:rsid w:val="00936C13"/>
    <w:rsid w:val="00940C84"/>
    <w:rsid w:val="00941AAB"/>
    <w:rsid w:val="0094529A"/>
    <w:rsid w:val="00947393"/>
    <w:rsid w:val="00951E03"/>
    <w:rsid w:val="00952F6C"/>
    <w:rsid w:val="00953510"/>
    <w:rsid w:val="009535D5"/>
    <w:rsid w:val="00954EAC"/>
    <w:rsid w:val="00956CA9"/>
    <w:rsid w:val="00962EA5"/>
    <w:rsid w:val="00963ADA"/>
    <w:rsid w:val="0096508A"/>
    <w:rsid w:val="00970F54"/>
    <w:rsid w:val="00977639"/>
    <w:rsid w:val="009800F3"/>
    <w:rsid w:val="00984AC1"/>
    <w:rsid w:val="00986E69"/>
    <w:rsid w:val="009A3B5C"/>
    <w:rsid w:val="009A7E84"/>
    <w:rsid w:val="009B1A09"/>
    <w:rsid w:val="009B44FD"/>
    <w:rsid w:val="009B54E2"/>
    <w:rsid w:val="009C23FB"/>
    <w:rsid w:val="009C3680"/>
    <w:rsid w:val="009C72DB"/>
    <w:rsid w:val="009D1ABB"/>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447D9"/>
    <w:rsid w:val="00B448A7"/>
    <w:rsid w:val="00B522AA"/>
    <w:rsid w:val="00B55890"/>
    <w:rsid w:val="00B618A9"/>
    <w:rsid w:val="00B61BB2"/>
    <w:rsid w:val="00B6412D"/>
    <w:rsid w:val="00B657C7"/>
    <w:rsid w:val="00B802EF"/>
    <w:rsid w:val="00B80998"/>
    <w:rsid w:val="00B83605"/>
    <w:rsid w:val="00B94826"/>
    <w:rsid w:val="00BA20FC"/>
    <w:rsid w:val="00BA2AAC"/>
    <w:rsid w:val="00BA32A3"/>
    <w:rsid w:val="00BA42BF"/>
    <w:rsid w:val="00BA5568"/>
    <w:rsid w:val="00BA5DDC"/>
    <w:rsid w:val="00BA7087"/>
    <w:rsid w:val="00BB13DD"/>
    <w:rsid w:val="00BB1FE4"/>
    <w:rsid w:val="00BB6642"/>
    <w:rsid w:val="00BB6C92"/>
    <w:rsid w:val="00BC187A"/>
    <w:rsid w:val="00BD1595"/>
    <w:rsid w:val="00BD2DE1"/>
    <w:rsid w:val="00BD49DE"/>
    <w:rsid w:val="00BE0052"/>
    <w:rsid w:val="00BE0D91"/>
    <w:rsid w:val="00BE20FA"/>
    <w:rsid w:val="00BE4998"/>
    <w:rsid w:val="00BE4EAC"/>
    <w:rsid w:val="00BF1F8B"/>
    <w:rsid w:val="00BF593E"/>
    <w:rsid w:val="00BF7A09"/>
    <w:rsid w:val="00C05631"/>
    <w:rsid w:val="00C108B1"/>
    <w:rsid w:val="00C10FFA"/>
    <w:rsid w:val="00C201F4"/>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19D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499D"/>
    <w:rsid w:val="00D27DAD"/>
    <w:rsid w:val="00D33D01"/>
    <w:rsid w:val="00D3750A"/>
    <w:rsid w:val="00D439E3"/>
    <w:rsid w:val="00D555D4"/>
    <w:rsid w:val="00D6096E"/>
    <w:rsid w:val="00D64E66"/>
    <w:rsid w:val="00D716CB"/>
    <w:rsid w:val="00D8278E"/>
    <w:rsid w:val="00D848EB"/>
    <w:rsid w:val="00D9013B"/>
    <w:rsid w:val="00DA0A5D"/>
    <w:rsid w:val="00DA2758"/>
    <w:rsid w:val="00DB22CC"/>
    <w:rsid w:val="00DB318A"/>
    <w:rsid w:val="00DB6418"/>
    <w:rsid w:val="00DC4E5A"/>
    <w:rsid w:val="00DD00D7"/>
    <w:rsid w:val="00DF003B"/>
    <w:rsid w:val="00DF4120"/>
    <w:rsid w:val="00E00997"/>
    <w:rsid w:val="00E00A3A"/>
    <w:rsid w:val="00E02D2C"/>
    <w:rsid w:val="00E07088"/>
    <w:rsid w:val="00E10380"/>
    <w:rsid w:val="00E12B04"/>
    <w:rsid w:val="00E21A44"/>
    <w:rsid w:val="00E21FBB"/>
    <w:rsid w:val="00E231E4"/>
    <w:rsid w:val="00E26F2A"/>
    <w:rsid w:val="00E30A3D"/>
    <w:rsid w:val="00E32968"/>
    <w:rsid w:val="00E33F88"/>
    <w:rsid w:val="00E42ACF"/>
    <w:rsid w:val="00E45927"/>
    <w:rsid w:val="00E514B0"/>
    <w:rsid w:val="00E60098"/>
    <w:rsid w:val="00E61E2D"/>
    <w:rsid w:val="00E622A9"/>
    <w:rsid w:val="00E62611"/>
    <w:rsid w:val="00E70CE5"/>
    <w:rsid w:val="00E80102"/>
    <w:rsid w:val="00E86DA8"/>
    <w:rsid w:val="00E905F9"/>
    <w:rsid w:val="00E91377"/>
    <w:rsid w:val="00E9242B"/>
    <w:rsid w:val="00E94E1D"/>
    <w:rsid w:val="00E94F3E"/>
    <w:rsid w:val="00EA24DF"/>
    <w:rsid w:val="00EB62A0"/>
    <w:rsid w:val="00ED1431"/>
    <w:rsid w:val="00ED2A47"/>
    <w:rsid w:val="00ED43E8"/>
    <w:rsid w:val="00ED6722"/>
    <w:rsid w:val="00EE22C6"/>
    <w:rsid w:val="00EE3E31"/>
    <w:rsid w:val="00EE4A77"/>
    <w:rsid w:val="00EF0DF5"/>
    <w:rsid w:val="00EF6F48"/>
    <w:rsid w:val="00EF77B4"/>
    <w:rsid w:val="00F01E9F"/>
    <w:rsid w:val="00F075A8"/>
    <w:rsid w:val="00F10CCE"/>
    <w:rsid w:val="00F12901"/>
    <w:rsid w:val="00F1472C"/>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2"/>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codes/section_lc/LEGITEXT000006070719/LEGISCTA000006165357/"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mailto:siege@fiumarellasa.pf"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mailto:siege@fiumarellasa.pf"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codes/section_lc/LEGITEXT000006070719/LEGISCTA000006165357/"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50F14-7980-40E0-9844-DE549F4C3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386</TotalTime>
  <Pages>9</Pages>
  <Words>3229</Words>
  <Characters>24750</Characters>
  <Application>Microsoft Office Word</Application>
  <DocSecurity>0</DocSecurity>
  <Lines>206</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27924</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EGALON Anne-Christelle ATTACHE PRIN ADMI</cp:lastModifiedBy>
  <cp:revision>40</cp:revision>
  <cp:lastPrinted>2024-11-08T21:09:00Z</cp:lastPrinted>
  <dcterms:created xsi:type="dcterms:W3CDTF">2024-10-08T20:52:00Z</dcterms:created>
  <dcterms:modified xsi:type="dcterms:W3CDTF">2025-06-25T18:53:00Z</dcterms:modified>
</cp:coreProperties>
</file>